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5E9F" w14:textId="77777777" w:rsidR="002C7082" w:rsidRDefault="00E43FA9" w:rsidP="00951220">
      <w:pPr>
        <w:widowControl w:val="0"/>
        <w:tabs>
          <w:tab w:val="left" w:pos="426"/>
        </w:tabs>
        <w:jc w:val="center"/>
        <w:rPr>
          <w:rFonts w:ascii="Neo Sans Pro" w:hAnsi="Neo Sans Pro"/>
          <w:b/>
          <w:sz w:val="32"/>
          <w:szCs w:val="32"/>
        </w:rPr>
      </w:pPr>
      <w:r>
        <w:rPr>
          <w:rFonts w:ascii="Neo Sans Pro" w:hAnsi="Neo Sans Pro"/>
          <w:b/>
          <w:sz w:val="32"/>
          <w:szCs w:val="32"/>
        </w:rPr>
        <w:t>3</w:t>
      </w:r>
      <w:r w:rsidR="005120E6">
        <w:rPr>
          <w:rFonts w:ascii="Neo Sans Pro" w:hAnsi="Neo Sans Pro"/>
          <w:b/>
          <w:sz w:val="32"/>
          <w:szCs w:val="32"/>
        </w:rPr>
        <w:t xml:space="preserve">. </w:t>
      </w:r>
      <w:r w:rsidR="00D762D8">
        <w:rPr>
          <w:rFonts w:ascii="Neo Sans Pro" w:hAnsi="Neo Sans Pro"/>
          <w:b/>
          <w:sz w:val="32"/>
          <w:szCs w:val="32"/>
        </w:rPr>
        <w:t>ZAPYTANIA I ODPOWIEDZI NA ZAPYTANIA</w:t>
      </w:r>
      <w:r w:rsidR="00A06554">
        <w:rPr>
          <w:rFonts w:ascii="Neo Sans Pro" w:hAnsi="Neo Sans Pro"/>
          <w:b/>
          <w:sz w:val="32"/>
          <w:szCs w:val="32"/>
        </w:rPr>
        <w:br/>
      </w:r>
      <w:r w:rsidR="00952424" w:rsidRPr="00310EDE">
        <w:rPr>
          <w:rFonts w:ascii="Neo Sans Pro" w:hAnsi="Neo Sans Pro"/>
          <w:b/>
          <w:bCs/>
          <w:sz w:val="32"/>
          <w:szCs w:val="32"/>
        </w:rPr>
        <w:t xml:space="preserve">ORAZ ZMIANA </w:t>
      </w:r>
      <w:r w:rsidR="001978CB" w:rsidRPr="00310EDE">
        <w:rPr>
          <w:rFonts w:ascii="Neo Sans Pro" w:hAnsi="Neo Sans Pro"/>
          <w:b/>
          <w:bCs/>
          <w:sz w:val="32"/>
          <w:szCs w:val="32"/>
        </w:rPr>
        <w:t xml:space="preserve">SPECYFIKACJI </w:t>
      </w:r>
      <w:r w:rsidR="00A06554" w:rsidRPr="00310EDE">
        <w:rPr>
          <w:rFonts w:ascii="Neo Sans Pro" w:hAnsi="Neo Sans Pro"/>
          <w:b/>
          <w:bCs/>
          <w:sz w:val="32"/>
          <w:szCs w:val="32"/>
        </w:rPr>
        <w:t>W</w:t>
      </w:r>
      <w:r w:rsidR="001978CB" w:rsidRPr="00310EDE">
        <w:rPr>
          <w:rFonts w:ascii="Neo Sans Pro" w:hAnsi="Neo Sans Pro"/>
          <w:b/>
          <w:bCs/>
          <w:sz w:val="32"/>
          <w:szCs w:val="32"/>
        </w:rPr>
        <w:t>ARUNKÓW ZAMÓWIENIA</w:t>
      </w:r>
      <w:r w:rsidR="001978CB" w:rsidRPr="00310EDE">
        <w:rPr>
          <w:rFonts w:ascii="Neo Sans Pro" w:hAnsi="Neo Sans Pro"/>
          <w:b/>
          <w:bCs/>
          <w:sz w:val="32"/>
          <w:szCs w:val="32"/>
        </w:rPr>
        <w:br/>
      </w:r>
      <w:r w:rsidR="001978CB" w:rsidRPr="001978CB">
        <w:rPr>
          <w:rFonts w:ascii="Neo Sans Pro" w:hAnsi="Neo Sans Pro"/>
          <w:b/>
          <w:bCs/>
          <w:sz w:val="32"/>
          <w:szCs w:val="32"/>
        </w:rPr>
        <w:t xml:space="preserve">NR POSTĘPOWANIA: </w:t>
      </w:r>
      <w:r w:rsidR="009B0FC4" w:rsidRPr="002C7082">
        <w:rPr>
          <w:rFonts w:ascii="Neo Sans Pro" w:hAnsi="Neo Sans Pro"/>
          <w:b/>
          <w:bCs/>
          <w:sz w:val="32"/>
          <w:szCs w:val="32"/>
        </w:rPr>
        <w:t>NZ.2603.</w:t>
      </w:r>
      <w:r w:rsidR="00642604">
        <w:rPr>
          <w:rFonts w:ascii="Neo Sans Pro" w:hAnsi="Neo Sans Pro"/>
          <w:b/>
          <w:bCs/>
          <w:sz w:val="32"/>
          <w:szCs w:val="32"/>
        </w:rPr>
        <w:t>52</w:t>
      </w:r>
      <w:r w:rsidR="00F73D2B" w:rsidRPr="002C7082">
        <w:rPr>
          <w:rFonts w:ascii="Neo Sans Pro" w:hAnsi="Neo Sans Pro"/>
          <w:b/>
          <w:bCs/>
          <w:sz w:val="32"/>
          <w:szCs w:val="32"/>
        </w:rPr>
        <w:t>.20</w:t>
      </w:r>
      <w:r w:rsidR="00164280" w:rsidRPr="002C7082">
        <w:rPr>
          <w:rFonts w:ascii="Neo Sans Pro" w:hAnsi="Neo Sans Pro"/>
          <w:b/>
          <w:bCs/>
          <w:sz w:val="32"/>
          <w:szCs w:val="32"/>
        </w:rPr>
        <w:t>2</w:t>
      </w:r>
      <w:r w:rsidR="0019313B" w:rsidRPr="002C7082">
        <w:rPr>
          <w:rFonts w:ascii="Neo Sans Pro" w:hAnsi="Neo Sans Pro"/>
          <w:b/>
          <w:bCs/>
          <w:sz w:val="32"/>
          <w:szCs w:val="32"/>
        </w:rPr>
        <w:t>4</w:t>
      </w:r>
    </w:p>
    <w:p w14:paraId="5357DE2A" w14:textId="77777777" w:rsidR="00F73D2B" w:rsidRPr="00173AC5" w:rsidRDefault="00F73D2B" w:rsidP="00951220">
      <w:pPr>
        <w:widowControl w:val="0"/>
        <w:tabs>
          <w:tab w:val="left" w:pos="426"/>
        </w:tabs>
        <w:ind w:left="284" w:hanging="284"/>
        <w:jc w:val="center"/>
        <w:rPr>
          <w:rFonts w:ascii="Neo Sans Pro" w:hAnsi="Neo Sans Pro"/>
          <w:b/>
          <w:sz w:val="20"/>
          <w:szCs w:val="20"/>
        </w:rPr>
      </w:pPr>
      <w:r w:rsidRPr="00173AC5">
        <w:rPr>
          <w:rFonts w:ascii="Neo Sans Pro" w:hAnsi="Neo Sans Pro"/>
          <w:i/>
          <w:sz w:val="20"/>
          <w:szCs w:val="20"/>
        </w:rPr>
        <w:t xml:space="preserve">(strona internetowa </w:t>
      </w:r>
      <w:r w:rsidR="00FD3CF8" w:rsidRPr="00173AC5">
        <w:rPr>
          <w:rFonts w:ascii="Neo Sans Pro" w:hAnsi="Neo Sans Pro"/>
          <w:i/>
          <w:sz w:val="20"/>
          <w:szCs w:val="20"/>
        </w:rPr>
        <w:t>prowadzonego postę</w:t>
      </w:r>
      <w:r w:rsidR="00FB1708" w:rsidRPr="00173AC5">
        <w:rPr>
          <w:rFonts w:ascii="Neo Sans Pro" w:hAnsi="Neo Sans Pro"/>
          <w:i/>
          <w:sz w:val="20"/>
          <w:szCs w:val="20"/>
        </w:rPr>
        <w:t>powania</w:t>
      </w:r>
      <w:r w:rsidRPr="00173AC5">
        <w:rPr>
          <w:rFonts w:ascii="Neo Sans Pro" w:hAnsi="Neo Sans Pro"/>
          <w:i/>
          <w:sz w:val="20"/>
          <w:szCs w:val="20"/>
        </w:rPr>
        <w:t>)</w:t>
      </w:r>
    </w:p>
    <w:p w14:paraId="6CF2DA61" w14:textId="77777777" w:rsidR="00173AC5" w:rsidRDefault="00173AC5" w:rsidP="00951220">
      <w:pPr>
        <w:widowControl w:val="0"/>
        <w:ind w:left="360"/>
        <w:rPr>
          <w:rFonts w:ascii="Neo Sans Pro" w:hAnsi="Neo Sans Pro"/>
          <w:b/>
        </w:rPr>
      </w:pPr>
    </w:p>
    <w:p w14:paraId="3BB0B55F" w14:textId="77777777" w:rsidR="0081158B" w:rsidRDefault="0081158B" w:rsidP="00951220">
      <w:pPr>
        <w:widowControl w:val="0"/>
        <w:ind w:left="360"/>
        <w:rPr>
          <w:rFonts w:ascii="Neo Sans Pro" w:hAnsi="Neo Sans Pro"/>
          <w:b/>
        </w:rPr>
      </w:pPr>
    </w:p>
    <w:p w14:paraId="052ADA5A" w14:textId="77777777" w:rsidR="00F93666" w:rsidRPr="00F93666" w:rsidRDefault="00D762D8" w:rsidP="00951220">
      <w:pPr>
        <w:widowControl w:val="0"/>
        <w:jc w:val="center"/>
        <w:rPr>
          <w:rFonts w:ascii="Neo Sans Pro" w:hAnsi="Neo Sans Pro"/>
          <w:b/>
          <w:sz w:val="28"/>
          <w:szCs w:val="28"/>
          <w:u w:val="single"/>
        </w:rPr>
      </w:pPr>
      <w:r>
        <w:rPr>
          <w:rFonts w:ascii="Neo Sans Pro" w:hAnsi="Neo Sans Pro"/>
          <w:b/>
          <w:sz w:val="28"/>
          <w:szCs w:val="28"/>
          <w:u w:val="single"/>
        </w:rPr>
        <w:t>ZAPYTANIA</w:t>
      </w:r>
      <w:r w:rsidR="00F93666" w:rsidRPr="00F93666">
        <w:rPr>
          <w:rFonts w:ascii="Neo Sans Pro" w:hAnsi="Neo Sans Pro"/>
          <w:b/>
          <w:sz w:val="28"/>
          <w:szCs w:val="28"/>
          <w:u w:val="single"/>
        </w:rPr>
        <w:t xml:space="preserve"> I </w:t>
      </w:r>
      <w:r>
        <w:rPr>
          <w:rFonts w:ascii="Neo Sans Pro" w:hAnsi="Neo Sans Pro"/>
          <w:b/>
          <w:sz w:val="28"/>
          <w:szCs w:val="28"/>
          <w:u w:val="single"/>
        </w:rPr>
        <w:t>ODPOWIEDZI NA ZAPYTANIA</w:t>
      </w:r>
      <w:r w:rsidR="00F93666">
        <w:rPr>
          <w:rFonts w:ascii="Neo Sans Pro" w:hAnsi="Neo Sans Pro"/>
          <w:b/>
          <w:sz w:val="28"/>
          <w:szCs w:val="28"/>
          <w:u w:val="single"/>
        </w:rPr>
        <w:t>:</w:t>
      </w:r>
    </w:p>
    <w:p w14:paraId="58076431" w14:textId="77777777" w:rsidR="00F93666" w:rsidRPr="00285FE3" w:rsidRDefault="00F93666" w:rsidP="00951220">
      <w:pPr>
        <w:widowControl w:val="0"/>
        <w:ind w:left="360"/>
        <w:rPr>
          <w:rFonts w:ascii="Neo Sans Pro" w:hAnsi="Neo Sans Pro"/>
          <w:b/>
        </w:rPr>
      </w:pPr>
    </w:p>
    <w:p w14:paraId="2E9BA02A" w14:textId="77777777" w:rsidR="00BF3978" w:rsidRPr="00285FE3" w:rsidRDefault="00BF3978" w:rsidP="00951220">
      <w:pPr>
        <w:widowControl w:val="0"/>
        <w:suppressAutoHyphens/>
        <w:ind w:right="142" w:firstLine="709"/>
        <w:rPr>
          <w:rFonts w:ascii="Neo Sans Pro" w:hAnsi="Neo Sans Pro"/>
          <w:b/>
          <w:bCs/>
        </w:rPr>
      </w:pPr>
      <w:r w:rsidRPr="00285FE3">
        <w:rPr>
          <w:rFonts w:ascii="Neo Sans Pro" w:hAnsi="Neo Sans Pro"/>
        </w:rPr>
        <w:t>Miejski Zarząd Dróg i Komunikacji w Radomiu w</w:t>
      </w:r>
      <w:r w:rsidR="00D762D8">
        <w:rPr>
          <w:rFonts w:ascii="Neo Sans Pro" w:hAnsi="Neo Sans Pro"/>
        </w:rPr>
        <w:t xml:space="preserve"> odpowiedzi na złożone zapytania</w:t>
      </w:r>
      <w:r w:rsidRPr="00285FE3">
        <w:rPr>
          <w:rFonts w:ascii="Neo Sans Pro" w:hAnsi="Neo Sans Pro"/>
        </w:rPr>
        <w:t xml:space="preserve"> dotyczące specyfikacji warunków zamówienia (SWZ) pn. </w:t>
      </w:r>
      <w:r w:rsidR="00642604">
        <w:rPr>
          <w:rFonts w:ascii="Neo Sans Pro" w:hAnsi="Neo Sans Pro"/>
          <w:b/>
          <w:bCs/>
        </w:rPr>
        <w:t>Świadczenie usług przewozów autobusowych w zbiorowej komunikacji miejskiej nadzorowanej przez Miejski Zarząd Dróg i Komunikacji w Radomiu</w:t>
      </w:r>
      <w:r w:rsidR="00F93666">
        <w:rPr>
          <w:rFonts w:ascii="Neo Sans Pro" w:hAnsi="Neo Sans Pro"/>
          <w:b/>
          <w:bCs/>
        </w:rPr>
        <w:t xml:space="preserve">, </w:t>
      </w:r>
      <w:r w:rsidR="00D762D8">
        <w:rPr>
          <w:rFonts w:ascii="Neo Sans Pro" w:hAnsi="Neo Sans Pro"/>
        </w:rPr>
        <w:t>udziela następujących wyjaśnień</w:t>
      </w:r>
      <w:r w:rsidRPr="00285FE3">
        <w:rPr>
          <w:rFonts w:ascii="Neo Sans Pro" w:hAnsi="Neo Sans Pro"/>
        </w:rPr>
        <w:t>:</w:t>
      </w:r>
    </w:p>
    <w:p w14:paraId="235C4878" w14:textId="77777777" w:rsidR="005C48A9" w:rsidRDefault="005C48A9" w:rsidP="00951220">
      <w:pPr>
        <w:widowControl w:val="0"/>
        <w:rPr>
          <w:rFonts w:ascii="Neo Sans Pro" w:hAnsi="Neo Sans Pro"/>
          <w:b/>
          <w:u w:val="single"/>
        </w:rPr>
      </w:pPr>
    </w:p>
    <w:p w14:paraId="2654FBF0" w14:textId="77777777" w:rsidR="00896313" w:rsidRDefault="009673FE" w:rsidP="00951220">
      <w:pPr>
        <w:widowControl w:val="0"/>
        <w:rPr>
          <w:rFonts w:ascii="Neo Sans Pro" w:hAnsi="Neo Sans Pro"/>
          <w:b/>
          <w:u w:val="single"/>
        </w:rPr>
      </w:pPr>
      <w:r>
        <w:rPr>
          <w:rFonts w:ascii="Neo Sans Pro" w:hAnsi="Neo Sans Pro"/>
          <w:b/>
          <w:u w:val="single"/>
        </w:rPr>
        <w:t>Zapytanie 1</w:t>
      </w:r>
    </w:p>
    <w:p w14:paraId="2551DF96" w14:textId="77777777" w:rsidR="009673FE" w:rsidRP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Pytanie dotyczące Załącznika 3 do SWZ- waloryzacja</w:t>
      </w:r>
    </w:p>
    <w:p w14:paraId="50FB3636" w14:textId="77777777" w:rsidR="009673FE" w:rsidRP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Prosimy o wyjaśnienie, czy dobrze rozumiemy, iż stawka która będzie podlegała waloryzacji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to każdorazowo stawka za wozokilometr obowiązująca w poprzednim trzymiesięcznym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okresie (zwaloryzowana). Nie dotyczy to pierwszej waloryzacji, gdzie waloryzowana będzie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stawka za wozokilometr z oferty.</w:t>
      </w:r>
    </w:p>
    <w:p w14:paraId="505BA2B6" w14:textId="77777777" w:rsidR="009673FE" w:rsidRP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Przykład:</w:t>
      </w:r>
    </w:p>
    <w:p w14:paraId="667E0BF0" w14:textId="77777777" w:rsidR="009673FE" w:rsidRP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Dla ustalenia stawki za wozokilometr dla okresu 01.02.2026-30.04.2026, należy porównać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wskaźniki (opisane w umowie) z okresu IV kwartał 2025 roku do III kwartał 2025 roku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otrzymując wskaźnik „W” i pomnożyć przez stawkę za wozokilometr która obowiązywała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="00F97390">
        <w:rPr>
          <w:rFonts w:ascii="Neo Sans Pro" w:hAnsi="Neo Sans Pro" w:cs="Times New Roman"/>
          <w:color w:val="auto"/>
        </w:rPr>
        <w:br/>
      </w:r>
      <w:r w:rsidRPr="009673FE">
        <w:rPr>
          <w:rFonts w:ascii="Neo Sans Pro" w:hAnsi="Neo Sans Pro" w:cs="Times New Roman"/>
          <w:color w:val="auto"/>
        </w:rPr>
        <w:t>w poprzednim trzymiesięcznym okresie (zatem stawkę obowiązującą w okresie 01.11.2025-</w:t>
      </w:r>
      <w:r w:rsidR="00F97390">
        <w:rPr>
          <w:rFonts w:ascii="Neo Sans Pro" w:hAnsi="Neo Sans Pro" w:cs="Times New Roman"/>
          <w:color w:val="auto"/>
        </w:rPr>
        <w:t xml:space="preserve"> </w:t>
      </w:r>
      <w:r w:rsidRPr="009673FE">
        <w:rPr>
          <w:rFonts w:ascii="Neo Sans Pro" w:hAnsi="Neo Sans Pro" w:cs="Times New Roman"/>
          <w:color w:val="auto"/>
        </w:rPr>
        <w:t>31.01.2026).</w:t>
      </w:r>
    </w:p>
    <w:p w14:paraId="0C9CDEA4" w14:textId="77777777" w:rsidR="009673FE" w:rsidRP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Prosimy o potwierdzenie czy nasze rozumienie jest prawidłowe. Jeśli zapisy należy</w:t>
      </w:r>
    </w:p>
    <w:p w14:paraId="7915F4FE" w14:textId="77777777" w:rsidR="009673FE" w:rsidRDefault="009673FE" w:rsidP="009673FE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9673FE">
        <w:rPr>
          <w:rFonts w:ascii="Neo Sans Pro" w:hAnsi="Neo Sans Pro" w:cs="Times New Roman"/>
          <w:color w:val="auto"/>
        </w:rPr>
        <w:t>interpretować inaczej, prosimy o informację jak należy je rozumieć.</w:t>
      </w:r>
    </w:p>
    <w:p w14:paraId="5A64B60C" w14:textId="77777777" w:rsidR="00896313" w:rsidRDefault="00896313" w:rsidP="009673FE">
      <w:pPr>
        <w:pStyle w:val="Default"/>
        <w:widowControl w:val="0"/>
        <w:rPr>
          <w:rFonts w:ascii="Neo Sans Pro" w:hAnsi="Neo Sans Pro"/>
        </w:rPr>
      </w:pPr>
      <w:r w:rsidRPr="00285FE3">
        <w:rPr>
          <w:rFonts w:ascii="Neo Sans Pro" w:hAnsi="Neo Sans Pro"/>
          <w:b/>
        </w:rPr>
        <w:t>Odpowiedź</w:t>
      </w:r>
      <w:r w:rsidRPr="00285FE3">
        <w:rPr>
          <w:rFonts w:ascii="Neo Sans Pro" w:hAnsi="Neo Sans Pro"/>
        </w:rPr>
        <w:t xml:space="preserve">: </w:t>
      </w:r>
    </w:p>
    <w:p w14:paraId="64A8DB46" w14:textId="77777777" w:rsidR="00896313" w:rsidRDefault="00C83004" w:rsidP="00951220">
      <w:pPr>
        <w:widowControl w:val="0"/>
        <w:rPr>
          <w:rFonts w:ascii="Neo Sans Pro" w:hAnsi="Neo Sans Pro" w:cs="Liberation Sans"/>
          <w:color w:val="000000"/>
        </w:rPr>
      </w:pPr>
      <w:r w:rsidRPr="00C83004">
        <w:rPr>
          <w:rFonts w:ascii="Neo Sans Pro" w:hAnsi="Neo Sans Pro" w:cs="Liberation Sans"/>
          <w:color w:val="000000"/>
        </w:rPr>
        <w:t>Zamawiający potwierdza interpretację Wykonawcy.</w:t>
      </w:r>
    </w:p>
    <w:p w14:paraId="3CF1025E" w14:textId="77777777" w:rsidR="00D762D8" w:rsidRDefault="00D762D8" w:rsidP="00D762D8">
      <w:pPr>
        <w:widowControl w:val="0"/>
        <w:rPr>
          <w:rFonts w:ascii="Neo Sans Pro" w:hAnsi="Neo Sans Pro"/>
          <w:b/>
          <w:u w:val="single"/>
        </w:rPr>
      </w:pPr>
    </w:p>
    <w:p w14:paraId="04F4A63F" w14:textId="77777777" w:rsidR="00D762D8" w:rsidRDefault="00D762D8" w:rsidP="00D762D8">
      <w:pPr>
        <w:widowControl w:val="0"/>
        <w:rPr>
          <w:rFonts w:ascii="Neo Sans Pro" w:hAnsi="Neo Sans Pro"/>
          <w:b/>
          <w:u w:val="single"/>
        </w:rPr>
      </w:pPr>
      <w:r>
        <w:rPr>
          <w:rFonts w:ascii="Neo Sans Pro" w:hAnsi="Neo Sans Pro"/>
          <w:b/>
          <w:u w:val="single"/>
        </w:rPr>
        <w:t>Zapytanie 2</w:t>
      </w:r>
    </w:p>
    <w:p w14:paraId="389A670D" w14:textId="77777777" w:rsidR="00D762D8" w:rsidRPr="00D762D8" w:rsidRDefault="00D762D8" w:rsidP="00D762D8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D762D8">
        <w:rPr>
          <w:rFonts w:ascii="Neo Sans Pro" w:hAnsi="Neo Sans Pro" w:cs="Times New Roman"/>
          <w:color w:val="auto"/>
        </w:rPr>
        <w:t>Wnosimy o zmianę określonego w pkt XVIII.1 terminu składania ofert.</w:t>
      </w:r>
    </w:p>
    <w:p w14:paraId="16701EFD" w14:textId="77777777" w:rsidR="00D762D8" w:rsidRPr="00D762D8" w:rsidRDefault="00D762D8" w:rsidP="00D762D8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D762D8">
        <w:rPr>
          <w:rFonts w:ascii="Neo Sans Pro" w:hAnsi="Neo Sans Pro" w:cs="Times New Roman"/>
          <w:color w:val="auto"/>
        </w:rPr>
        <w:t>Wyznaczony przez Zamawiającego termin 16 stycznia 2025r jako termin złożenia ofert pomimo już dokonanego wcześniej przedłużenia jest terminem niewystarczającym do rzetelnego przygotowania oferty. Z uwagi na termin w jakim ukazało się ogłoszenie o wszczęciu postępowania znaczna część okresu na przygotowanie oferty przypadła w terminie świątecznym i nowo rocznym. W wielu krajach , w których produkowane są autobusy lub ich komponenty czas ten jest tradycyjnym okresem urlopowym co uniemożliwia uzyskanie ofert dostaw autobusów.</w:t>
      </w:r>
    </w:p>
    <w:p w14:paraId="66618B67" w14:textId="77777777" w:rsidR="00D762D8" w:rsidRDefault="00D762D8" w:rsidP="00D762D8">
      <w:pPr>
        <w:pStyle w:val="Default"/>
        <w:widowControl w:val="0"/>
        <w:rPr>
          <w:rFonts w:ascii="Neo Sans Pro" w:hAnsi="Neo Sans Pro" w:cs="Times New Roman"/>
          <w:color w:val="auto"/>
        </w:rPr>
      </w:pPr>
      <w:r w:rsidRPr="00D762D8">
        <w:rPr>
          <w:rFonts w:ascii="Neo Sans Pro" w:hAnsi="Neo Sans Pro" w:cs="Times New Roman"/>
          <w:color w:val="auto"/>
        </w:rPr>
        <w:t>Przedłużenie terminu składania ofert do dnia 28 stycznia 2025r umożliwi potencjalnym Wykonawcom rzetelne przygotowanie ofert poparte wycenami dostawców.</w:t>
      </w:r>
    </w:p>
    <w:p w14:paraId="472DD0CC" w14:textId="77777777" w:rsidR="00D762D8" w:rsidRDefault="00D762D8" w:rsidP="00D762D8">
      <w:pPr>
        <w:pStyle w:val="Default"/>
        <w:widowControl w:val="0"/>
        <w:rPr>
          <w:rFonts w:ascii="Neo Sans Pro" w:hAnsi="Neo Sans Pro"/>
        </w:rPr>
      </w:pPr>
      <w:r w:rsidRPr="00285FE3">
        <w:rPr>
          <w:rFonts w:ascii="Neo Sans Pro" w:hAnsi="Neo Sans Pro"/>
          <w:b/>
        </w:rPr>
        <w:t>Odpowiedź</w:t>
      </w:r>
      <w:r w:rsidRPr="00285FE3">
        <w:rPr>
          <w:rFonts w:ascii="Neo Sans Pro" w:hAnsi="Neo Sans Pro"/>
        </w:rPr>
        <w:t xml:space="preserve">: </w:t>
      </w:r>
    </w:p>
    <w:p w14:paraId="43B00EE8" w14:textId="77777777" w:rsidR="00D762D8" w:rsidRDefault="00D762D8" w:rsidP="00D762D8">
      <w:pPr>
        <w:widowControl w:val="0"/>
        <w:rPr>
          <w:rFonts w:ascii="Neo Sans Pro" w:hAnsi="Neo Sans Pro"/>
          <w:b/>
          <w:u w:val="single"/>
        </w:rPr>
      </w:pPr>
      <w:r w:rsidRPr="00C83004">
        <w:rPr>
          <w:rFonts w:ascii="Neo Sans Pro" w:hAnsi="Neo Sans Pro" w:cs="Liberation Sans"/>
          <w:color w:val="000000"/>
        </w:rPr>
        <w:t xml:space="preserve">Zamawiający </w:t>
      </w:r>
      <w:r>
        <w:rPr>
          <w:rFonts w:ascii="Neo Sans Pro" w:hAnsi="Neo Sans Pro" w:cs="Liberation Sans"/>
          <w:color w:val="000000"/>
        </w:rPr>
        <w:t>nie wyraża zgody na przedłużenie terminu składania ofert.</w:t>
      </w:r>
    </w:p>
    <w:p w14:paraId="5438AA3B" w14:textId="77777777" w:rsidR="00D762D8" w:rsidRDefault="00D762D8" w:rsidP="00951220">
      <w:pPr>
        <w:widowControl w:val="0"/>
        <w:rPr>
          <w:rFonts w:ascii="Neo Sans Pro" w:hAnsi="Neo Sans Pro"/>
          <w:b/>
          <w:u w:val="single"/>
        </w:rPr>
      </w:pPr>
    </w:p>
    <w:p w14:paraId="1CE76C02" w14:textId="77777777" w:rsidR="002325E5" w:rsidRDefault="002325E5" w:rsidP="00721BDE">
      <w:pPr>
        <w:widowControl w:val="0"/>
        <w:rPr>
          <w:rFonts w:ascii="Neo Sans Pro" w:hAnsi="Neo Sans Pro"/>
          <w:b/>
          <w:sz w:val="28"/>
          <w:szCs w:val="28"/>
          <w:u w:val="single"/>
        </w:rPr>
      </w:pPr>
    </w:p>
    <w:p w14:paraId="752742A5" w14:textId="77777777" w:rsidR="00F36340" w:rsidRPr="00A26764" w:rsidRDefault="00F36340" w:rsidP="00951220">
      <w:pPr>
        <w:widowControl w:val="0"/>
        <w:jc w:val="center"/>
        <w:rPr>
          <w:rFonts w:ascii="Neo Sans Pro" w:hAnsi="Neo Sans Pro"/>
          <w:b/>
          <w:sz w:val="28"/>
          <w:szCs w:val="28"/>
          <w:u w:val="single"/>
        </w:rPr>
      </w:pPr>
      <w:r w:rsidRPr="00A26764">
        <w:rPr>
          <w:rFonts w:ascii="Neo Sans Pro" w:hAnsi="Neo Sans Pro"/>
          <w:b/>
          <w:sz w:val="28"/>
          <w:szCs w:val="28"/>
          <w:u w:val="single"/>
        </w:rPr>
        <w:t>ZMIANA SPECYFIKACJI WARUNKÓW ZAMÓWIENIA</w:t>
      </w:r>
    </w:p>
    <w:p w14:paraId="7E349D70" w14:textId="77777777" w:rsidR="005C48A9" w:rsidRPr="00A26764" w:rsidRDefault="005C48A9" w:rsidP="00951220">
      <w:pPr>
        <w:widowControl w:val="0"/>
        <w:rPr>
          <w:rFonts w:ascii="Neo Sans Pro" w:hAnsi="Neo Sans Pro"/>
          <w:b/>
          <w:u w:val="single"/>
        </w:rPr>
      </w:pPr>
    </w:p>
    <w:p w14:paraId="4388C84D" w14:textId="77777777" w:rsidR="009673FE" w:rsidRPr="005C7B71" w:rsidRDefault="0005397A" w:rsidP="009673FE">
      <w:pPr>
        <w:pStyle w:val="Tekstpodstawowy"/>
        <w:widowControl w:val="0"/>
        <w:spacing w:line="240" w:lineRule="auto"/>
        <w:ind w:left="284" w:hanging="284"/>
        <w:rPr>
          <w:rFonts w:ascii="Neo Sans Pro" w:hAnsi="Neo Sans Pro"/>
          <w:b/>
          <w:color w:val="000000"/>
          <w:sz w:val="24"/>
        </w:rPr>
      </w:pPr>
      <w:r w:rsidRPr="00A26764">
        <w:rPr>
          <w:rFonts w:ascii="Neo Sans Pro" w:hAnsi="Neo Sans Pro"/>
          <w:b/>
          <w:sz w:val="24"/>
        </w:rPr>
        <w:t xml:space="preserve">I. </w:t>
      </w:r>
      <w:r w:rsidRPr="00A26764">
        <w:rPr>
          <w:rFonts w:ascii="Neo Sans Pro" w:hAnsi="Neo Sans Pro"/>
          <w:b/>
          <w:sz w:val="24"/>
        </w:rPr>
        <w:tab/>
      </w:r>
      <w:r w:rsidR="009673FE" w:rsidRPr="005C7B71">
        <w:rPr>
          <w:rFonts w:ascii="Neo Sans Pro" w:hAnsi="Neo Sans Pro"/>
          <w:color w:val="000000"/>
          <w:sz w:val="24"/>
        </w:rPr>
        <w:t xml:space="preserve">Anuluje się dotychczasową treść </w:t>
      </w:r>
      <w:r w:rsidR="009673FE">
        <w:rPr>
          <w:rFonts w:ascii="Neo Sans Pro" w:hAnsi="Neo Sans Pro"/>
          <w:color w:val="000000"/>
          <w:sz w:val="24"/>
        </w:rPr>
        <w:t xml:space="preserve">w </w:t>
      </w:r>
      <w:r w:rsidR="009673FE" w:rsidRPr="009673FE">
        <w:rPr>
          <w:rFonts w:ascii="Neo Sans Pro" w:hAnsi="Neo Sans Pro"/>
          <w:b/>
          <w:color w:val="000000"/>
          <w:sz w:val="24"/>
        </w:rPr>
        <w:t>pkt 11.1.5</w:t>
      </w:r>
      <w:r w:rsidR="009673FE">
        <w:rPr>
          <w:rFonts w:ascii="Neo Sans Pro" w:hAnsi="Neo Sans Pro"/>
          <w:color w:val="000000"/>
          <w:sz w:val="24"/>
        </w:rPr>
        <w:t xml:space="preserve"> oraz w </w:t>
      </w:r>
      <w:r w:rsidR="009673FE" w:rsidRPr="009673FE">
        <w:rPr>
          <w:rFonts w:ascii="Neo Sans Pro" w:hAnsi="Neo Sans Pro"/>
          <w:b/>
          <w:color w:val="000000"/>
          <w:sz w:val="24"/>
        </w:rPr>
        <w:t>pkt 11.8</w:t>
      </w:r>
      <w:r w:rsidR="009673FE" w:rsidRPr="005C7B71">
        <w:rPr>
          <w:rFonts w:ascii="Neo Sans Pro" w:hAnsi="Neo Sans Pro"/>
          <w:color w:val="000000"/>
          <w:sz w:val="24"/>
        </w:rPr>
        <w:t xml:space="preserve"> Projektowanych postanowień umowy (zał. nr 3 do SWZ)</w:t>
      </w:r>
      <w:r w:rsidR="009673FE" w:rsidRPr="005C7B71">
        <w:rPr>
          <w:rFonts w:ascii="Neo Sans Pro" w:hAnsi="Neo Sans Pro"/>
          <w:spacing w:val="-6"/>
          <w:sz w:val="24"/>
        </w:rPr>
        <w:t>.</w:t>
      </w:r>
    </w:p>
    <w:p w14:paraId="7178FA20" w14:textId="77777777" w:rsidR="009673FE" w:rsidRPr="005C7B71" w:rsidRDefault="009673FE" w:rsidP="009673FE">
      <w:pPr>
        <w:pStyle w:val="Tekstpodstawowy"/>
        <w:widowControl w:val="0"/>
        <w:spacing w:line="240" w:lineRule="auto"/>
        <w:ind w:left="284"/>
        <w:rPr>
          <w:rFonts w:ascii="Neo Sans Pro" w:hAnsi="Neo Sans Pro"/>
          <w:b/>
          <w:color w:val="000000"/>
          <w:sz w:val="24"/>
        </w:rPr>
      </w:pPr>
      <w:r w:rsidRPr="005C7B71">
        <w:rPr>
          <w:rFonts w:ascii="Neo Sans Pro" w:hAnsi="Neo Sans Pro"/>
          <w:b/>
          <w:color w:val="000000"/>
          <w:spacing w:val="-6"/>
          <w:sz w:val="24"/>
        </w:rPr>
        <w:t xml:space="preserve">Jednocześnie wprowadza się aktualną treść </w:t>
      </w:r>
      <w:r w:rsidRPr="005C7B71">
        <w:rPr>
          <w:rFonts w:ascii="Neo Sans Pro" w:hAnsi="Neo Sans Pro"/>
          <w:b/>
          <w:color w:val="000000"/>
          <w:sz w:val="24"/>
        </w:rPr>
        <w:t xml:space="preserve">w </w:t>
      </w:r>
      <w:r w:rsidRPr="009673FE">
        <w:rPr>
          <w:rFonts w:ascii="Neo Sans Pro" w:hAnsi="Neo Sans Pro"/>
          <w:b/>
          <w:color w:val="000000"/>
          <w:sz w:val="24"/>
        </w:rPr>
        <w:t>pkt 11.1.5</w:t>
      </w:r>
      <w:r>
        <w:rPr>
          <w:rFonts w:ascii="Neo Sans Pro" w:hAnsi="Neo Sans Pro"/>
          <w:color w:val="000000"/>
          <w:sz w:val="24"/>
        </w:rPr>
        <w:t xml:space="preserve"> oraz w </w:t>
      </w:r>
      <w:r w:rsidRPr="009673FE">
        <w:rPr>
          <w:rFonts w:ascii="Neo Sans Pro" w:hAnsi="Neo Sans Pro"/>
          <w:b/>
          <w:color w:val="000000"/>
          <w:sz w:val="24"/>
        </w:rPr>
        <w:t>pkt 11.8</w:t>
      </w:r>
      <w:r w:rsidRPr="005C7B71">
        <w:rPr>
          <w:rFonts w:ascii="Neo Sans Pro" w:hAnsi="Neo Sans Pro"/>
          <w:color w:val="000000"/>
          <w:sz w:val="24"/>
        </w:rPr>
        <w:t xml:space="preserve"> </w:t>
      </w:r>
      <w:r w:rsidRPr="005C7B71">
        <w:rPr>
          <w:rFonts w:ascii="Neo Sans Pro" w:hAnsi="Neo Sans Pro"/>
          <w:b/>
          <w:color w:val="000000"/>
          <w:sz w:val="24"/>
        </w:rPr>
        <w:t>Projektowanych postanowień umowy (zał. nr 3 do SWZ)</w:t>
      </w:r>
      <w:r w:rsidRPr="005C7B71">
        <w:rPr>
          <w:rFonts w:ascii="Neo Sans Pro" w:hAnsi="Neo Sans Pro"/>
          <w:b/>
          <w:spacing w:val="-6"/>
          <w:sz w:val="24"/>
        </w:rPr>
        <w:t xml:space="preserve"> </w:t>
      </w:r>
      <w:r w:rsidRPr="005C7B71">
        <w:rPr>
          <w:rFonts w:ascii="Neo Sans Pro" w:hAnsi="Neo Sans Pro"/>
          <w:b/>
          <w:color w:val="000000"/>
          <w:sz w:val="24"/>
        </w:rPr>
        <w:t>w brzmieniu</w:t>
      </w:r>
      <w:r w:rsidRPr="005C7B71">
        <w:rPr>
          <w:rFonts w:ascii="Neo Sans Pro" w:hAnsi="Neo Sans Pro"/>
          <w:b/>
          <w:bCs/>
          <w:sz w:val="24"/>
        </w:rPr>
        <w:t>:</w:t>
      </w:r>
    </w:p>
    <w:p w14:paraId="49209AC1" w14:textId="77777777" w:rsidR="009673FE" w:rsidRDefault="009673FE" w:rsidP="009673FE">
      <w:pPr>
        <w:rPr>
          <w:rFonts w:ascii="Neo Sans Pro" w:hAnsi="Neo Sans Pro"/>
          <w:b/>
          <w:u w:val="single"/>
        </w:rPr>
      </w:pPr>
    </w:p>
    <w:p w14:paraId="02DDC525" w14:textId="77777777" w:rsidR="009673FE" w:rsidRDefault="009673FE" w:rsidP="00C625FA">
      <w:pPr>
        <w:spacing w:line="240" w:lineRule="atLeast"/>
        <w:ind w:left="1418" w:hanging="1061"/>
        <w:rPr>
          <w:rFonts w:ascii="Neo Sans Pro" w:hAnsi="Neo Sans Pro"/>
          <w:color w:val="000000"/>
        </w:rPr>
      </w:pPr>
      <w:r>
        <w:rPr>
          <w:rFonts w:ascii="Neo Sans Pro" w:hAnsi="Neo Sans Pro"/>
          <w:color w:val="000000"/>
        </w:rPr>
        <w:t>„</w:t>
      </w:r>
      <w:r w:rsidR="00C625FA">
        <w:rPr>
          <w:rFonts w:ascii="Neo Sans Pro" w:hAnsi="Neo Sans Pro"/>
          <w:color w:val="000000"/>
        </w:rPr>
        <w:t xml:space="preserve">11.1.5 </w:t>
      </w:r>
      <w:r w:rsidR="00C625FA" w:rsidRPr="00F72117">
        <w:rPr>
          <w:rFonts w:ascii="Neo Sans Pro" w:hAnsi="Neo Sans Pro"/>
          <w:color w:val="000000"/>
          <w:highlight w:val="yellow"/>
        </w:rPr>
        <w:t xml:space="preserve">Maksymalna wartość zobowiązania za wykonanie przedmiotu Umowy </w:t>
      </w:r>
      <w:r w:rsidR="00C625FA" w:rsidRPr="00F72117">
        <w:rPr>
          <w:rFonts w:ascii="Neo Sans Pro" w:hAnsi="Neo Sans Pro"/>
          <w:color w:val="000000"/>
          <w:highlight w:val="yellow"/>
        </w:rPr>
        <w:br/>
        <w:t xml:space="preserve">z uwzględnieniem wszystkich waloryzacji nie może przekroczyć kwoty </w:t>
      </w:r>
      <w:r w:rsidR="00C625FA" w:rsidRPr="00F72117">
        <w:rPr>
          <w:rFonts w:ascii="Neo Sans Pro" w:hAnsi="Neo Sans Pro"/>
          <w:color w:val="FF0000"/>
          <w:highlight w:val="yellow"/>
        </w:rPr>
        <w:t>350%</w:t>
      </w:r>
      <w:r w:rsidR="00C625FA" w:rsidRPr="00F72117">
        <w:rPr>
          <w:rFonts w:ascii="Neo Sans Pro" w:hAnsi="Neo Sans Pro"/>
          <w:color w:val="000000"/>
          <w:highlight w:val="yellow"/>
        </w:rPr>
        <w:t xml:space="preserve"> wysokości wynagrodzenia brutto, o którym mowa w pkt 6.1.1 Umowy. Postanowień umownych w zakresie waloryzacji nie stosuje się od chwili osiągnięcia limitu, o którym mowa powyżej.”</w:t>
      </w:r>
    </w:p>
    <w:p w14:paraId="10E0C68E" w14:textId="77777777" w:rsidR="00ED4945" w:rsidRDefault="00ED4945" w:rsidP="00C625FA">
      <w:pPr>
        <w:spacing w:line="240" w:lineRule="atLeast"/>
        <w:ind w:left="1418" w:hanging="1061"/>
        <w:rPr>
          <w:rFonts w:ascii="Neo Sans Pro" w:hAnsi="Neo Sans Pro"/>
          <w:color w:val="000000"/>
        </w:rPr>
      </w:pPr>
    </w:p>
    <w:p w14:paraId="1A2DEC37" w14:textId="77777777" w:rsidR="00C625FA" w:rsidRPr="00C625FA" w:rsidRDefault="00C625FA" w:rsidP="00C625FA">
      <w:pPr>
        <w:spacing w:line="240" w:lineRule="atLeast"/>
        <w:ind w:left="1418" w:hanging="992"/>
        <w:rPr>
          <w:rFonts w:ascii="Neo Sans Pro" w:hAnsi="Neo Sans Pro"/>
          <w:color w:val="000000"/>
        </w:rPr>
      </w:pPr>
      <w:r>
        <w:rPr>
          <w:rFonts w:ascii="Neo Sans Pro" w:hAnsi="Neo Sans Pro"/>
          <w:color w:val="000000"/>
        </w:rPr>
        <w:t>„</w:t>
      </w:r>
      <w:r w:rsidRPr="00C625FA">
        <w:rPr>
          <w:rFonts w:ascii="Neo Sans Pro" w:hAnsi="Neo Sans Pro"/>
          <w:color w:val="000000"/>
        </w:rPr>
        <w:t>11.8</w:t>
      </w:r>
      <w:r w:rsidRPr="00C625FA">
        <w:rPr>
          <w:rFonts w:ascii="Neo Sans Pro" w:hAnsi="Neo Sans Pro"/>
          <w:color w:val="000000"/>
        </w:rPr>
        <w:tab/>
        <w:t xml:space="preserve">Wykonawcy przysługuje prawo wypowiedzenia niniejszej Umowy ze skutkiem natychmiastowym w przypadku, gdy Zamawiający będzie pozostawał w zwłoce </w:t>
      </w:r>
      <w:r w:rsidR="00ED4945">
        <w:rPr>
          <w:rFonts w:ascii="Neo Sans Pro" w:hAnsi="Neo Sans Pro"/>
          <w:color w:val="000000"/>
        </w:rPr>
        <w:br/>
      </w:r>
      <w:r w:rsidRPr="00C625FA">
        <w:rPr>
          <w:rFonts w:ascii="Neo Sans Pro" w:hAnsi="Neo Sans Pro"/>
          <w:color w:val="000000"/>
        </w:rPr>
        <w:t xml:space="preserve">w zapłacie należnego Wykonawcy wynagrodzenia za minimum </w:t>
      </w:r>
      <w:r w:rsidRPr="00C625FA">
        <w:rPr>
          <w:rFonts w:ascii="Neo Sans Pro" w:hAnsi="Neo Sans Pro"/>
          <w:color w:val="FF0000"/>
        </w:rPr>
        <w:t xml:space="preserve">3 </w:t>
      </w:r>
      <w:r w:rsidRPr="00ED4945">
        <w:rPr>
          <w:rFonts w:ascii="Neo Sans Pro" w:hAnsi="Neo Sans Pro"/>
        </w:rPr>
        <w:t>kolejne okresy rozliczeniowe</w:t>
      </w:r>
      <w:r w:rsidRPr="00C625FA">
        <w:rPr>
          <w:rFonts w:ascii="Neo Sans Pro" w:hAnsi="Neo Sans Pro"/>
          <w:color w:val="000000"/>
        </w:rPr>
        <w:t>, trwającej powyżej 30 dni w stosunku do terminu płatności za ostatni z okresów rozliczeniowych.</w:t>
      </w:r>
      <w:r>
        <w:rPr>
          <w:rFonts w:ascii="Neo Sans Pro" w:hAnsi="Neo Sans Pro"/>
          <w:color w:val="000000"/>
        </w:rPr>
        <w:t>”</w:t>
      </w:r>
    </w:p>
    <w:p w14:paraId="6ECBAE0E" w14:textId="77777777" w:rsidR="00865647" w:rsidRPr="00A26764" w:rsidRDefault="00865647" w:rsidP="009673FE">
      <w:pPr>
        <w:pStyle w:val="Tekstpodstawowy"/>
        <w:widowControl w:val="0"/>
        <w:spacing w:line="240" w:lineRule="auto"/>
        <w:ind w:left="426" w:hanging="426"/>
        <w:rPr>
          <w:rFonts w:ascii="Neo Sans Pro" w:hAnsi="Neo Sans Pro"/>
          <w:b/>
          <w:sz w:val="24"/>
        </w:rPr>
      </w:pPr>
    </w:p>
    <w:p w14:paraId="16E13225" w14:textId="77777777" w:rsidR="008E01BD" w:rsidRPr="00A26764" w:rsidRDefault="008E01BD" w:rsidP="00D762D8">
      <w:pPr>
        <w:widowControl w:val="0"/>
        <w:rPr>
          <w:rFonts w:ascii="Neo Sans Pro" w:hAnsi="Neo Sans Pro"/>
          <w:snapToGrid w:val="0"/>
        </w:rPr>
      </w:pPr>
      <w:r w:rsidRPr="00A26764">
        <w:rPr>
          <w:rFonts w:ascii="Neo Sans Pro" w:hAnsi="Neo Sans Pro"/>
          <w:snapToGrid w:val="0"/>
        </w:rPr>
        <w:t>Pozostałe ustalenia specyfikacji warunków zamówienia pozostają bez zmian.</w:t>
      </w:r>
    </w:p>
    <w:p w14:paraId="584D6E03" w14:textId="77777777" w:rsidR="008E01BD" w:rsidRPr="00A26764" w:rsidRDefault="008E01BD" w:rsidP="00951220">
      <w:pPr>
        <w:widowControl w:val="0"/>
        <w:rPr>
          <w:rFonts w:ascii="Neo Sans Pro" w:hAnsi="Neo Sans Pro"/>
        </w:rPr>
      </w:pPr>
      <w:r w:rsidRPr="00A26764">
        <w:rPr>
          <w:rFonts w:ascii="Neo Sans Pro" w:hAnsi="Neo Sans Pro"/>
          <w:snapToGrid w:val="0"/>
          <w:spacing w:val="-6"/>
        </w:rPr>
        <w:t>Prosimy o przygotowanie ofert z u</w:t>
      </w:r>
      <w:r w:rsidR="001F598F" w:rsidRPr="00A26764">
        <w:rPr>
          <w:rFonts w:ascii="Neo Sans Pro" w:hAnsi="Neo Sans Pro"/>
          <w:snapToGrid w:val="0"/>
          <w:spacing w:val="-6"/>
        </w:rPr>
        <w:t xml:space="preserve">względnieniem ww. zmian </w:t>
      </w:r>
      <w:r w:rsidR="00D762D8">
        <w:rPr>
          <w:rFonts w:ascii="Neo Sans Pro" w:hAnsi="Neo Sans Pro"/>
          <w:snapToGrid w:val="0"/>
          <w:spacing w:val="-6"/>
        </w:rPr>
        <w:t>i udzielonych na zapytania</w:t>
      </w:r>
      <w:r w:rsidRPr="00A26764">
        <w:rPr>
          <w:rFonts w:ascii="Neo Sans Pro" w:hAnsi="Neo Sans Pro"/>
          <w:snapToGrid w:val="0"/>
          <w:spacing w:val="-6"/>
        </w:rPr>
        <w:t xml:space="preserve"> odpowiedzi.  </w:t>
      </w:r>
    </w:p>
    <w:p w14:paraId="2D824840" w14:textId="77777777" w:rsidR="00CC13F7" w:rsidRPr="00A26764" w:rsidRDefault="00CC13F7" w:rsidP="00951220">
      <w:pPr>
        <w:widowControl w:val="0"/>
        <w:rPr>
          <w:rFonts w:ascii="Neo Sans Pro" w:hAnsi="Neo Sans Pro"/>
        </w:rPr>
      </w:pPr>
    </w:p>
    <w:p w14:paraId="7A1A8CF3" w14:textId="77777777" w:rsidR="00BE05F7" w:rsidRDefault="00BE05F7" w:rsidP="00951220">
      <w:pPr>
        <w:widowControl w:val="0"/>
        <w:rPr>
          <w:rFonts w:ascii="Neo Sans Pro" w:hAnsi="Neo Sans Pro"/>
        </w:rPr>
      </w:pPr>
    </w:p>
    <w:p w14:paraId="679E2DFA" w14:textId="77777777" w:rsidR="00A26764" w:rsidRPr="00A26764" w:rsidRDefault="00A26764" w:rsidP="00951220">
      <w:pPr>
        <w:widowControl w:val="0"/>
        <w:rPr>
          <w:rFonts w:ascii="Neo Sans Pro" w:hAnsi="Neo Sans Pro"/>
        </w:rPr>
      </w:pPr>
    </w:p>
    <w:p w14:paraId="3A56B8A5" w14:textId="77777777" w:rsidR="00BE05F7" w:rsidRPr="00A26764" w:rsidRDefault="00BE05F7" w:rsidP="00951220">
      <w:pPr>
        <w:widowControl w:val="0"/>
        <w:rPr>
          <w:rFonts w:ascii="Neo Sans Pro" w:hAnsi="Neo Sans Pro"/>
        </w:rPr>
      </w:pPr>
    </w:p>
    <w:p w14:paraId="2BF67034" w14:textId="77777777" w:rsidR="005026BE" w:rsidRPr="00A26764" w:rsidRDefault="005026BE" w:rsidP="00951220">
      <w:pPr>
        <w:widowControl w:val="0"/>
        <w:rPr>
          <w:rFonts w:ascii="Neo Sans Pro" w:hAnsi="Neo Sans Pro"/>
        </w:rPr>
      </w:pPr>
      <w:r w:rsidRPr="00A26764">
        <w:rPr>
          <w:rFonts w:ascii="Neo Sans Pro" w:hAnsi="Neo Sans Pro"/>
        </w:rPr>
        <w:t>Radom</w:t>
      </w:r>
      <w:r w:rsidR="009A7862" w:rsidRPr="00A26764">
        <w:rPr>
          <w:rFonts w:ascii="Neo Sans Pro" w:hAnsi="Neo Sans Pro"/>
        </w:rPr>
        <w:t xml:space="preserve">, dnia </w:t>
      </w:r>
      <w:r w:rsidR="00C625FA">
        <w:rPr>
          <w:rFonts w:ascii="Neo Sans Pro" w:hAnsi="Neo Sans Pro"/>
        </w:rPr>
        <w:t>0</w:t>
      </w:r>
      <w:r w:rsidR="00C625FA" w:rsidRPr="00E43FA9">
        <w:rPr>
          <w:rFonts w:ascii="Neo Sans Pro" w:hAnsi="Neo Sans Pro"/>
        </w:rPr>
        <w:t>8</w:t>
      </w:r>
      <w:r w:rsidR="001B4AAC" w:rsidRPr="00A26764">
        <w:rPr>
          <w:rFonts w:ascii="Neo Sans Pro" w:hAnsi="Neo Sans Pro"/>
        </w:rPr>
        <w:t>.01</w:t>
      </w:r>
      <w:r w:rsidR="00BF6468" w:rsidRPr="00A26764">
        <w:rPr>
          <w:rFonts w:ascii="Neo Sans Pro" w:hAnsi="Neo Sans Pro"/>
        </w:rPr>
        <w:t>.</w:t>
      </w:r>
      <w:r w:rsidR="00C22168" w:rsidRPr="00A26764">
        <w:rPr>
          <w:rFonts w:ascii="Neo Sans Pro" w:hAnsi="Neo Sans Pro"/>
        </w:rPr>
        <w:t>202</w:t>
      </w:r>
      <w:r w:rsidR="001B4AAC" w:rsidRPr="00A26764">
        <w:rPr>
          <w:rFonts w:ascii="Neo Sans Pro" w:hAnsi="Neo Sans Pro"/>
        </w:rPr>
        <w:t>5</w:t>
      </w:r>
      <w:r w:rsidR="00C22168" w:rsidRPr="00A26764">
        <w:rPr>
          <w:rFonts w:ascii="Neo Sans Pro" w:hAnsi="Neo Sans Pro"/>
        </w:rPr>
        <w:t>r.</w:t>
      </w:r>
      <w:r w:rsidR="009B01F9" w:rsidRPr="00A26764">
        <w:rPr>
          <w:rFonts w:ascii="Neo Sans Pro" w:hAnsi="Neo Sans Pro"/>
        </w:rPr>
        <w:tab/>
      </w:r>
      <w:r w:rsidR="009B01F9" w:rsidRPr="00A26764">
        <w:rPr>
          <w:rFonts w:ascii="Neo Sans Pro" w:hAnsi="Neo Sans Pro"/>
        </w:rPr>
        <w:tab/>
      </w:r>
      <w:r w:rsidR="009B01F9" w:rsidRPr="00A26764">
        <w:rPr>
          <w:rFonts w:ascii="Neo Sans Pro" w:hAnsi="Neo Sans Pro"/>
        </w:rPr>
        <w:tab/>
      </w:r>
      <w:r w:rsidR="00CC13F7" w:rsidRPr="00A26764">
        <w:rPr>
          <w:rFonts w:ascii="Neo Sans Pro" w:hAnsi="Neo Sans Pro"/>
        </w:rPr>
        <w:tab/>
      </w:r>
      <w:r w:rsidR="00CC13F7" w:rsidRPr="00A26764">
        <w:rPr>
          <w:rFonts w:ascii="Neo Sans Pro" w:hAnsi="Neo Sans Pro"/>
        </w:rPr>
        <w:tab/>
      </w:r>
      <w:r w:rsidR="00CC13F7" w:rsidRPr="00A26764">
        <w:rPr>
          <w:rFonts w:ascii="Neo Sans Pro" w:hAnsi="Neo Sans Pro"/>
        </w:rPr>
        <w:tab/>
      </w:r>
      <w:r w:rsidR="00414F64" w:rsidRPr="00A26764">
        <w:rPr>
          <w:rFonts w:ascii="Neo Sans Pro" w:hAnsi="Neo Sans Pro"/>
        </w:rPr>
        <w:t xml:space="preserve">p.o. </w:t>
      </w:r>
      <w:r w:rsidRPr="00A26764">
        <w:rPr>
          <w:rFonts w:ascii="Neo Sans Pro" w:hAnsi="Neo Sans Pro"/>
        </w:rPr>
        <w:t>Dy</w:t>
      </w:r>
      <w:r w:rsidR="009A7862" w:rsidRPr="00A26764">
        <w:rPr>
          <w:rFonts w:ascii="Neo Sans Pro" w:hAnsi="Neo Sans Pro"/>
        </w:rPr>
        <w:t>rektor</w:t>
      </w:r>
    </w:p>
    <w:p w14:paraId="283B41B3" w14:textId="77777777" w:rsidR="005026BE" w:rsidRPr="00A26764" w:rsidRDefault="005026BE" w:rsidP="00951220">
      <w:pPr>
        <w:widowControl w:val="0"/>
        <w:rPr>
          <w:rFonts w:ascii="Neo Sans Pro" w:hAnsi="Neo Sans Pro"/>
          <w:b/>
          <w:snapToGrid w:val="0"/>
        </w:rPr>
      </w:pPr>
      <w:r w:rsidRPr="00A26764">
        <w:rPr>
          <w:rFonts w:ascii="Neo Sans Pro" w:hAnsi="Neo Sans Pro"/>
        </w:rPr>
        <w:t xml:space="preserve">                                                                                    Miejskiego Zarządu</w:t>
      </w:r>
      <w:r w:rsidRPr="00A26764">
        <w:rPr>
          <w:rFonts w:ascii="Neo Sans Pro" w:hAnsi="Neo Sans Pro"/>
          <w:snapToGrid w:val="0"/>
        </w:rPr>
        <w:t xml:space="preserve"> Dróg i Komunikacji</w:t>
      </w:r>
    </w:p>
    <w:p w14:paraId="04543C75" w14:textId="77777777" w:rsidR="00EB23B5" w:rsidRPr="00A26764" w:rsidRDefault="00BF6468" w:rsidP="00951220">
      <w:pPr>
        <w:widowControl w:val="0"/>
        <w:rPr>
          <w:rFonts w:ascii="Neo Sans Pro" w:hAnsi="Neo Sans Pro"/>
          <w:b/>
          <w:i/>
          <w:snapToGrid w:val="0"/>
        </w:rPr>
      </w:pPr>
      <w:r w:rsidRPr="00A26764">
        <w:rPr>
          <w:rFonts w:ascii="Neo Sans Pro" w:hAnsi="Neo Sans Pro"/>
          <w:snapToGrid w:val="0"/>
        </w:rPr>
        <w:tab/>
      </w:r>
      <w:r w:rsidRPr="00A26764">
        <w:rPr>
          <w:rFonts w:ascii="Neo Sans Pro" w:hAnsi="Neo Sans Pro"/>
          <w:snapToGrid w:val="0"/>
        </w:rPr>
        <w:tab/>
      </w:r>
      <w:r w:rsidRPr="00A26764">
        <w:rPr>
          <w:rFonts w:ascii="Neo Sans Pro" w:hAnsi="Neo Sans Pro"/>
          <w:snapToGrid w:val="0"/>
        </w:rPr>
        <w:tab/>
      </w:r>
      <w:r w:rsidRPr="00A26764">
        <w:rPr>
          <w:rFonts w:ascii="Neo Sans Pro" w:hAnsi="Neo Sans Pro"/>
          <w:snapToGrid w:val="0"/>
        </w:rPr>
        <w:tab/>
      </w:r>
      <w:r w:rsidRPr="00A26764">
        <w:rPr>
          <w:rFonts w:ascii="Neo Sans Pro" w:hAnsi="Neo Sans Pro"/>
          <w:snapToGrid w:val="0"/>
        </w:rPr>
        <w:tab/>
      </w:r>
      <w:r w:rsidRPr="00A26764">
        <w:rPr>
          <w:rFonts w:ascii="Neo Sans Pro" w:hAnsi="Neo Sans Pro"/>
          <w:snapToGrid w:val="0"/>
        </w:rPr>
        <w:tab/>
      </w:r>
      <w:r w:rsidR="00CC13F7" w:rsidRPr="00A26764">
        <w:rPr>
          <w:rFonts w:ascii="Neo Sans Pro" w:hAnsi="Neo Sans Pro"/>
          <w:snapToGrid w:val="0"/>
        </w:rPr>
        <w:tab/>
      </w:r>
      <w:r w:rsidR="00CC13F7" w:rsidRPr="00A26764">
        <w:rPr>
          <w:rFonts w:ascii="Neo Sans Pro" w:hAnsi="Neo Sans Pro"/>
          <w:snapToGrid w:val="0"/>
        </w:rPr>
        <w:tab/>
      </w:r>
      <w:r w:rsidR="00CC13F7" w:rsidRPr="00A26764">
        <w:rPr>
          <w:rFonts w:ascii="Neo Sans Pro" w:hAnsi="Neo Sans Pro"/>
          <w:snapToGrid w:val="0"/>
        </w:rPr>
        <w:tab/>
      </w:r>
      <w:r w:rsidR="007E7F65" w:rsidRPr="00A26764">
        <w:rPr>
          <w:rFonts w:ascii="Neo Sans Pro" w:hAnsi="Neo Sans Pro"/>
          <w:b/>
          <w:i/>
          <w:snapToGrid w:val="0"/>
        </w:rPr>
        <w:t>Piotr Szałas</w:t>
      </w:r>
    </w:p>
    <w:p w14:paraId="2EA01279" w14:textId="77777777" w:rsidR="00BE05F7" w:rsidRDefault="00BE05F7" w:rsidP="00951220">
      <w:pPr>
        <w:widowControl w:val="0"/>
        <w:rPr>
          <w:b/>
          <w:i/>
          <w:snapToGrid w:val="0"/>
          <w:color w:val="000000"/>
        </w:rPr>
      </w:pPr>
    </w:p>
    <w:p w14:paraId="4DF167C0" w14:textId="77777777" w:rsidR="00BE05F7" w:rsidRDefault="00BE05F7" w:rsidP="00951220">
      <w:pPr>
        <w:widowControl w:val="0"/>
        <w:rPr>
          <w:b/>
          <w:i/>
          <w:snapToGrid w:val="0"/>
          <w:color w:val="000000"/>
        </w:rPr>
      </w:pPr>
    </w:p>
    <w:p w14:paraId="412608A4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6B2657E3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39069747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4CE6435A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38B2B541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3AE0451F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48C88D2E" w14:textId="77777777" w:rsidR="00951220" w:rsidRDefault="00951220" w:rsidP="00951220">
      <w:pPr>
        <w:widowControl w:val="0"/>
        <w:rPr>
          <w:b/>
          <w:i/>
          <w:snapToGrid w:val="0"/>
          <w:color w:val="000000"/>
        </w:rPr>
      </w:pPr>
    </w:p>
    <w:p w14:paraId="50DCEC29" w14:textId="77777777" w:rsidR="00951220" w:rsidRDefault="00951220" w:rsidP="00951220">
      <w:pPr>
        <w:widowControl w:val="0"/>
        <w:rPr>
          <w:b/>
          <w:i/>
          <w:snapToGrid w:val="0"/>
          <w:color w:val="000000"/>
        </w:rPr>
      </w:pPr>
    </w:p>
    <w:p w14:paraId="465CC18D" w14:textId="77777777" w:rsidR="00951220" w:rsidRDefault="00951220" w:rsidP="00951220">
      <w:pPr>
        <w:widowControl w:val="0"/>
        <w:rPr>
          <w:b/>
          <w:i/>
          <w:snapToGrid w:val="0"/>
          <w:color w:val="000000"/>
        </w:rPr>
      </w:pPr>
    </w:p>
    <w:p w14:paraId="6F7A2433" w14:textId="77777777" w:rsidR="00951220" w:rsidRDefault="00951220" w:rsidP="00951220">
      <w:pPr>
        <w:widowControl w:val="0"/>
        <w:rPr>
          <w:b/>
          <w:i/>
          <w:snapToGrid w:val="0"/>
          <w:color w:val="000000"/>
        </w:rPr>
      </w:pPr>
    </w:p>
    <w:p w14:paraId="3BCB9A89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0CF443BA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11D6F4C4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7E78AD89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76A652A8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65BDFAD4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444C8456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467DB19B" w14:textId="77777777" w:rsidR="00E43FA9" w:rsidRDefault="00E43FA9" w:rsidP="00951220">
      <w:pPr>
        <w:widowControl w:val="0"/>
        <w:rPr>
          <w:b/>
          <w:i/>
          <w:snapToGrid w:val="0"/>
          <w:color w:val="000000"/>
        </w:rPr>
      </w:pPr>
    </w:p>
    <w:p w14:paraId="5F136365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05D8FC9A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705F4A6D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12B7376E" w14:textId="77777777" w:rsidR="00FA6297" w:rsidRDefault="00FA6297" w:rsidP="00951220">
      <w:pPr>
        <w:widowControl w:val="0"/>
        <w:rPr>
          <w:b/>
          <w:i/>
          <w:snapToGrid w:val="0"/>
          <w:color w:val="000000"/>
        </w:rPr>
      </w:pPr>
    </w:p>
    <w:p w14:paraId="19D625F2" w14:textId="77777777" w:rsidR="00D85603" w:rsidRDefault="00D85603" w:rsidP="00951220">
      <w:pPr>
        <w:widowControl w:val="0"/>
        <w:rPr>
          <w:b/>
          <w:i/>
          <w:snapToGrid w:val="0"/>
          <w:color w:val="000000"/>
        </w:rPr>
      </w:pPr>
    </w:p>
    <w:p w14:paraId="477A641E" w14:textId="77777777" w:rsidR="00D85603" w:rsidRDefault="00D85603" w:rsidP="00951220">
      <w:pPr>
        <w:widowControl w:val="0"/>
        <w:rPr>
          <w:b/>
          <w:i/>
          <w:snapToGrid w:val="0"/>
          <w:color w:val="000000"/>
        </w:rPr>
      </w:pPr>
    </w:p>
    <w:p w14:paraId="3D5FBD5F" w14:textId="77777777" w:rsidR="005026BE" w:rsidRPr="00095BD3" w:rsidRDefault="00746AE0" w:rsidP="00951220">
      <w:pPr>
        <w:widowControl w:val="0"/>
        <w:rPr>
          <w:b/>
          <w:i/>
          <w:snapToGrid w:val="0"/>
          <w:color w:val="000000"/>
        </w:rPr>
      </w:pPr>
      <w:r>
        <w:rPr>
          <w:b/>
          <w:i/>
          <w:snapToGrid w:val="0"/>
          <w:color w:val="000000"/>
        </w:rPr>
        <w:t>___________________________________________________________________________</w:t>
      </w:r>
    </w:p>
    <w:p w14:paraId="1CF0C3A0" w14:textId="77777777" w:rsidR="00B22A4E" w:rsidRPr="00CC13F7" w:rsidRDefault="00746AE0" w:rsidP="00951220">
      <w:pPr>
        <w:widowControl w:val="0"/>
        <w:rPr>
          <w:i/>
          <w:iCs/>
        </w:rPr>
      </w:pPr>
      <w:r w:rsidRPr="00CC13F7">
        <w:rPr>
          <w:i/>
          <w:sz w:val="20"/>
          <w:szCs w:val="20"/>
        </w:rPr>
        <w:t>W treści zapytań zachowano oryginalną pisownię. Zamawiający nie ponosi odpowiedzialności za błędy w treści zapytań.</w:t>
      </w:r>
    </w:p>
    <w:sectPr w:rsidR="00B22A4E" w:rsidRPr="00CC13F7" w:rsidSect="0056020C">
      <w:footerReference w:type="default" r:id="rId8"/>
      <w:type w:val="continuous"/>
      <w:pgSz w:w="11906" w:h="16838"/>
      <w:pgMar w:top="709" w:right="851" w:bottom="851" w:left="993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860F" w14:textId="77777777" w:rsidR="00794F88" w:rsidRDefault="00794F88" w:rsidP="000272FC">
      <w:r>
        <w:separator/>
      </w:r>
    </w:p>
  </w:endnote>
  <w:endnote w:type="continuationSeparator" w:id="0">
    <w:p w14:paraId="22FAEE2E" w14:textId="77777777" w:rsidR="00794F88" w:rsidRDefault="00794F88" w:rsidP="0002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7618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57BA681" w14:textId="77777777" w:rsidR="00DD4B6F" w:rsidRDefault="00DD4B6F">
            <w:pPr>
              <w:pStyle w:val="Stopka"/>
              <w:jc w:val="right"/>
            </w:pPr>
            <w:r>
              <w:t xml:space="preserve">Strona </w:t>
            </w:r>
            <w:r w:rsidR="00073421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073421">
              <w:rPr>
                <w:b/>
              </w:rPr>
              <w:fldChar w:fldCharType="separate"/>
            </w:r>
            <w:r w:rsidR="009C1B1C">
              <w:rPr>
                <w:b/>
                <w:noProof/>
              </w:rPr>
              <w:t>2</w:t>
            </w:r>
            <w:r w:rsidR="00073421">
              <w:rPr>
                <w:b/>
              </w:rPr>
              <w:fldChar w:fldCharType="end"/>
            </w:r>
            <w:r>
              <w:t xml:space="preserve"> z </w:t>
            </w:r>
            <w:r w:rsidR="00073421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073421">
              <w:rPr>
                <w:b/>
              </w:rPr>
              <w:fldChar w:fldCharType="separate"/>
            </w:r>
            <w:r w:rsidR="009C1B1C">
              <w:rPr>
                <w:b/>
                <w:noProof/>
              </w:rPr>
              <w:t>2</w:t>
            </w:r>
            <w:r w:rsidR="00073421">
              <w:rPr>
                <w:b/>
              </w:rPr>
              <w:fldChar w:fldCharType="end"/>
            </w:r>
          </w:p>
        </w:sdtContent>
      </w:sdt>
    </w:sdtContent>
  </w:sdt>
  <w:p w14:paraId="23AF932F" w14:textId="77777777" w:rsidR="00DD4B6F" w:rsidRDefault="00DD4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1C6C6" w14:textId="77777777" w:rsidR="00794F88" w:rsidRDefault="00794F88" w:rsidP="000272FC">
      <w:r>
        <w:separator/>
      </w:r>
    </w:p>
  </w:footnote>
  <w:footnote w:type="continuationSeparator" w:id="0">
    <w:p w14:paraId="321A7448" w14:textId="77777777" w:rsidR="00794F88" w:rsidRDefault="00794F88" w:rsidP="00027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643863"/>
    <w:multiLevelType w:val="hybridMultilevel"/>
    <w:tmpl w:val="52806B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803F62"/>
    <w:multiLevelType w:val="hybridMultilevel"/>
    <w:tmpl w:val="FE341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C4E06A3"/>
    <w:multiLevelType w:val="hybridMultilevel"/>
    <w:tmpl w:val="2FD178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0A5B36F"/>
    <w:multiLevelType w:val="hybridMultilevel"/>
    <w:tmpl w:val="8410B6B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4DA792C"/>
    <w:multiLevelType w:val="hybridMultilevel"/>
    <w:tmpl w:val="EE0564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36C9D09"/>
    <w:multiLevelType w:val="hybridMultilevel"/>
    <w:tmpl w:val="8A811B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B4D8E0B"/>
    <w:multiLevelType w:val="hybridMultilevel"/>
    <w:tmpl w:val="1229B0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0"/>
        <w:szCs w:val="20"/>
      </w:rPr>
    </w:lvl>
  </w:abstractNum>
  <w:abstractNum w:abstractNumId="8" w15:restartNumberingAfterBreak="0">
    <w:nsid w:val="00000010"/>
    <w:multiLevelType w:val="multilevel"/>
    <w:tmpl w:val="67FCC238"/>
    <w:name w:val="WW8Num21"/>
    <w:lvl w:ilvl="0">
      <w:start w:val="1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ahoma" w:hAnsi="Tahoma" w:cs="Tahoma" w:hint="default"/>
        <w:color w:val="00000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ahoma" w:hAnsi="Tahoma" w:cs="Tahoma" w:hint="default"/>
        <w:color w:val="000000"/>
        <w:sz w:val="24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Tahoma" w:hAnsi="Tahoma" w:cs="Tahoma" w:hint="default"/>
        <w:color w:val="000000"/>
        <w:sz w:val="24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Tahoma" w:hAnsi="Tahoma" w:cs="Tahoma" w:hint="default"/>
        <w:color w:val="000000"/>
        <w:sz w:val="24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ahoma" w:hAnsi="Tahoma" w:cs="Tahoma" w:hint="default"/>
        <w:color w:val="000000"/>
        <w:sz w:val="24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Tahoma" w:hAnsi="Tahoma" w:cs="Tahoma" w:hint="default"/>
        <w:color w:val="000000"/>
        <w:sz w:val="24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Tahoma" w:hAnsi="Tahoma" w:cs="Tahoma" w:hint="default"/>
        <w:color w:val="000000"/>
        <w:sz w:val="24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Tahoma" w:hAnsi="Tahoma" w:cs="Tahoma" w:hint="default"/>
        <w:color w:val="000000"/>
        <w:sz w:val="24"/>
        <w:szCs w:val="20"/>
      </w:rPr>
    </w:lvl>
  </w:abstractNum>
  <w:abstractNum w:abstractNumId="9" w15:restartNumberingAfterBreak="0">
    <w:nsid w:val="0000001B"/>
    <w:multiLevelType w:val="multilevel"/>
    <w:tmpl w:val="18027F5A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34"/>
    <w:multiLevelType w:val="multilevel"/>
    <w:tmpl w:val="43BCE26C"/>
    <w:name w:val="WW8Num65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cs="Calibri"/>
        <w:b w:val="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 w:hint="default"/>
        <w:color w:val="00000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ascii="Calibri" w:eastAsia="Calibri" w:hAnsi="Calibri" w:cs="Calibri" w:hint="default"/>
        <w:color w:val="000000"/>
        <w:sz w:val="20"/>
        <w:szCs w:val="20"/>
      </w:rPr>
    </w:lvl>
  </w:abstractNum>
  <w:abstractNum w:abstractNumId="11" w15:restartNumberingAfterBreak="0">
    <w:nsid w:val="0000003E"/>
    <w:multiLevelType w:val="singleLevel"/>
    <w:tmpl w:val="A502DF36"/>
    <w:name w:val="WW8Num78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Calibri" w:hint="default"/>
        <w:b/>
        <w:bCs/>
        <w:sz w:val="20"/>
        <w:szCs w:val="20"/>
      </w:rPr>
    </w:lvl>
  </w:abstractNum>
  <w:abstractNum w:abstractNumId="12" w15:restartNumberingAfterBreak="0">
    <w:nsid w:val="05EF44CF"/>
    <w:multiLevelType w:val="hybridMultilevel"/>
    <w:tmpl w:val="30188574"/>
    <w:lvl w:ilvl="0" w:tplc="EF2025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0F0D9"/>
    <w:multiLevelType w:val="hybridMultilevel"/>
    <w:tmpl w:val="B904AB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3514807"/>
    <w:multiLevelType w:val="hybridMultilevel"/>
    <w:tmpl w:val="F27C241A"/>
    <w:lvl w:ilvl="0" w:tplc="DDFA4F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14470"/>
    <w:multiLevelType w:val="hybridMultilevel"/>
    <w:tmpl w:val="A412CF88"/>
    <w:lvl w:ilvl="0" w:tplc="D4C2A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E5B2E"/>
    <w:multiLevelType w:val="hybridMultilevel"/>
    <w:tmpl w:val="C8E93A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67D34D1"/>
    <w:multiLevelType w:val="hybridMultilevel"/>
    <w:tmpl w:val="DFDC7C08"/>
    <w:lvl w:ilvl="0" w:tplc="B7E8AD26">
      <w:start w:val="1"/>
      <w:numFmt w:val="bullet"/>
      <w:lvlText w:val="-"/>
      <w:lvlJc w:val="left"/>
      <w:pPr>
        <w:ind w:left="720" w:hanging="360"/>
      </w:pPr>
      <w:rPr>
        <w:rFonts w:ascii="Neo Sans Pro" w:hAnsi="Neo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1268E"/>
    <w:multiLevelType w:val="hybridMultilevel"/>
    <w:tmpl w:val="D662E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F3A50"/>
    <w:multiLevelType w:val="hybridMultilevel"/>
    <w:tmpl w:val="8136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B04BC"/>
    <w:multiLevelType w:val="hybridMultilevel"/>
    <w:tmpl w:val="91226EAC"/>
    <w:lvl w:ilvl="0" w:tplc="A0D8FF5C">
      <w:start w:val="1"/>
      <w:numFmt w:val="decimal"/>
      <w:lvlText w:val="%1."/>
      <w:lvlJc w:val="left"/>
      <w:pPr>
        <w:ind w:left="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BCC164">
      <w:start w:val="1"/>
      <w:numFmt w:val="decimal"/>
      <w:lvlText w:val="%2)"/>
      <w:lvlJc w:val="left"/>
      <w:pPr>
        <w:ind w:left="490"/>
      </w:pPr>
      <w:rPr>
        <w:rFonts w:ascii="Neo Sans Pro" w:eastAsia="Calibri" w:hAnsi="Neo Sans Pro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06A48">
      <w:start w:val="1"/>
      <w:numFmt w:val="lowerRoman"/>
      <w:lvlText w:val="%3"/>
      <w:lvlJc w:val="left"/>
      <w:pPr>
        <w:ind w:left="1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F4C5C6">
      <w:start w:val="1"/>
      <w:numFmt w:val="decimal"/>
      <w:lvlText w:val="%4"/>
      <w:lvlJc w:val="left"/>
      <w:pPr>
        <w:ind w:left="2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01C78">
      <w:start w:val="1"/>
      <w:numFmt w:val="lowerLetter"/>
      <w:lvlText w:val="%5"/>
      <w:lvlJc w:val="left"/>
      <w:pPr>
        <w:ind w:left="3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5AB70E">
      <w:start w:val="1"/>
      <w:numFmt w:val="lowerRoman"/>
      <w:lvlText w:val="%6"/>
      <w:lvlJc w:val="left"/>
      <w:pPr>
        <w:ind w:left="3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589B6A">
      <w:start w:val="1"/>
      <w:numFmt w:val="decimal"/>
      <w:lvlText w:val="%7"/>
      <w:lvlJc w:val="left"/>
      <w:pPr>
        <w:ind w:left="4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B277D4">
      <w:start w:val="1"/>
      <w:numFmt w:val="lowerLetter"/>
      <w:lvlText w:val="%8"/>
      <w:lvlJc w:val="left"/>
      <w:pPr>
        <w:ind w:left="5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7A52C6">
      <w:start w:val="1"/>
      <w:numFmt w:val="lowerRoman"/>
      <w:lvlText w:val="%9"/>
      <w:lvlJc w:val="left"/>
      <w:pPr>
        <w:ind w:left="5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006294"/>
    <w:multiLevelType w:val="hybridMultilevel"/>
    <w:tmpl w:val="0A12A94C"/>
    <w:lvl w:ilvl="0" w:tplc="6E44B6C4">
      <w:start w:val="2"/>
      <w:numFmt w:val="decimal"/>
      <w:lvlText w:val="%1.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7D845EE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46905A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DCE2F46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5AF272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D30B552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FDC5388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589606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1EDD3C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3A50945"/>
    <w:multiLevelType w:val="hybridMultilevel"/>
    <w:tmpl w:val="C32C02E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5216EEC"/>
    <w:multiLevelType w:val="hybridMultilevel"/>
    <w:tmpl w:val="4A8A285C"/>
    <w:lvl w:ilvl="0" w:tplc="F5CC2B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0764B3"/>
    <w:multiLevelType w:val="hybridMultilevel"/>
    <w:tmpl w:val="8B56C472"/>
    <w:lvl w:ilvl="0" w:tplc="F94EC544">
      <w:start w:val="1"/>
      <w:numFmt w:val="decimal"/>
      <w:lvlText w:val="%1)"/>
      <w:lvlJc w:val="left"/>
      <w:pPr>
        <w:ind w:left="886"/>
      </w:pPr>
      <w:rPr>
        <w:rFonts w:ascii="Neo Sans Pro" w:eastAsia="Calibri" w:hAnsi="Neo Sans Pro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FA12D0">
      <w:start w:val="1"/>
      <w:numFmt w:val="lowerLetter"/>
      <w:lvlText w:val="%2"/>
      <w:lvlJc w:val="left"/>
      <w:pPr>
        <w:ind w:left="1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1A2F0E">
      <w:start w:val="1"/>
      <w:numFmt w:val="lowerRoman"/>
      <w:lvlText w:val="%3"/>
      <w:lvlJc w:val="left"/>
      <w:pPr>
        <w:ind w:left="2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6A0A5C2">
      <w:start w:val="1"/>
      <w:numFmt w:val="decimal"/>
      <w:lvlText w:val="%4"/>
      <w:lvlJc w:val="left"/>
      <w:pPr>
        <w:ind w:left="3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CEA87BA">
      <w:start w:val="1"/>
      <w:numFmt w:val="lowerLetter"/>
      <w:lvlText w:val="%5"/>
      <w:lvlJc w:val="left"/>
      <w:pPr>
        <w:ind w:left="3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462770">
      <w:start w:val="1"/>
      <w:numFmt w:val="lowerRoman"/>
      <w:lvlText w:val="%6"/>
      <w:lvlJc w:val="left"/>
      <w:pPr>
        <w:ind w:left="4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0FC09CC">
      <w:start w:val="1"/>
      <w:numFmt w:val="decimal"/>
      <w:lvlText w:val="%7"/>
      <w:lvlJc w:val="left"/>
      <w:pPr>
        <w:ind w:left="5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44E020">
      <w:start w:val="1"/>
      <w:numFmt w:val="lowerLetter"/>
      <w:lvlText w:val="%8"/>
      <w:lvlJc w:val="left"/>
      <w:pPr>
        <w:ind w:left="5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28A4E3A">
      <w:start w:val="1"/>
      <w:numFmt w:val="lowerRoman"/>
      <w:lvlText w:val="%9"/>
      <w:lvlJc w:val="left"/>
      <w:pPr>
        <w:ind w:left="6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61042AB"/>
    <w:multiLevelType w:val="hybridMultilevel"/>
    <w:tmpl w:val="A83A5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DE1FF0"/>
    <w:multiLevelType w:val="hybridMultilevel"/>
    <w:tmpl w:val="79BED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50D4D"/>
    <w:multiLevelType w:val="hybridMultilevel"/>
    <w:tmpl w:val="4434DBB0"/>
    <w:lvl w:ilvl="0" w:tplc="C33201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C23EA"/>
    <w:multiLevelType w:val="hybridMultilevel"/>
    <w:tmpl w:val="36CCBA60"/>
    <w:lvl w:ilvl="0" w:tplc="873C9B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21A025"/>
    <w:multiLevelType w:val="hybridMultilevel"/>
    <w:tmpl w:val="CF80686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A884E34"/>
    <w:multiLevelType w:val="multilevel"/>
    <w:tmpl w:val="EE76B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F77197"/>
    <w:multiLevelType w:val="hybridMultilevel"/>
    <w:tmpl w:val="6D26B4A2"/>
    <w:lvl w:ilvl="0" w:tplc="B2A6F9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954FE"/>
    <w:multiLevelType w:val="hybridMultilevel"/>
    <w:tmpl w:val="DA0A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730B6"/>
    <w:multiLevelType w:val="hybridMultilevel"/>
    <w:tmpl w:val="E8327F38"/>
    <w:lvl w:ilvl="0" w:tplc="062895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C37EF"/>
    <w:multiLevelType w:val="multilevel"/>
    <w:tmpl w:val="2CC88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F83AA2"/>
    <w:multiLevelType w:val="hybridMultilevel"/>
    <w:tmpl w:val="1C846C9E"/>
    <w:lvl w:ilvl="0" w:tplc="5854E962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D747D8"/>
    <w:multiLevelType w:val="hybridMultilevel"/>
    <w:tmpl w:val="AE8F82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F020071"/>
    <w:multiLevelType w:val="hybridMultilevel"/>
    <w:tmpl w:val="85CA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94037"/>
    <w:multiLevelType w:val="hybridMultilevel"/>
    <w:tmpl w:val="862CA8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7E6400"/>
    <w:multiLevelType w:val="hybridMultilevel"/>
    <w:tmpl w:val="3F76E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F6158"/>
    <w:multiLevelType w:val="hybridMultilevel"/>
    <w:tmpl w:val="7FA8D6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BF6F24"/>
    <w:multiLevelType w:val="hybridMultilevel"/>
    <w:tmpl w:val="44504094"/>
    <w:lvl w:ilvl="0" w:tplc="FF564592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33421B"/>
    <w:multiLevelType w:val="hybridMultilevel"/>
    <w:tmpl w:val="A6F0B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B3FF9"/>
    <w:multiLevelType w:val="hybridMultilevel"/>
    <w:tmpl w:val="119A8922"/>
    <w:lvl w:ilvl="0" w:tplc="6BB2274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FE96754"/>
    <w:multiLevelType w:val="multilevel"/>
    <w:tmpl w:val="79368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77590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150158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0006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4125154">
    <w:abstractNumId w:val="37"/>
  </w:num>
  <w:num w:numId="5" w16cid:durableId="1434209871">
    <w:abstractNumId w:val="22"/>
  </w:num>
  <w:num w:numId="6" w16cid:durableId="1299190034">
    <w:abstractNumId w:val="25"/>
  </w:num>
  <w:num w:numId="7" w16cid:durableId="512186258">
    <w:abstractNumId w:val="42"/>
  </w:num>
  <w:num w:numId="8" w16cid:durableId="128458088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8632357">
    <w:abstractNumId w:val="26"/>
  </w:num>
  <w:num w:numId="10" w16cid:durableId="5893124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185656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351054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8230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3563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975556">
    <w:abstractNumId w:val="7"/>
    <w:lvlOverride w:ilvl="0">
      <w:startOverride w:val="1"/>
    </w:lvlOverride>
  </w:num>
  <w:num w:numId="16" w16cid:durableId="1955822557">
    <w:abstractNumId w:val="20"/>
  </w:num>
  <w:num w:numId="17" w16cid:durableId="1269778638">
    <w:abstractNumId w:val="24"/>
  </w:num>
  <w:num w:numId="18" w16cid:durableId="1981377888">
    <w:abstractNumId w:val="21"/>
  </w:num>
  <w:num w:numId="19" w16cid:durableId="61606514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3589088">
    <w:abstractNumId w:val="7"/>
    <w:lvlOverride w:ilvl="0">
      <w:startOverride w:val="1"/>
    </w:lvlOverride>
  </w:num>
  <w:num w:numId="21" w16cid:durableId="4929111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293352">
    <w:abstractNumId w:val="43"/>
  </w:num>
  <w:num w:numId="23" w16cid:durableId="4589561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1902678">
    <w:abstractNumId w:val="19"/>
  </w:num>
  <w:num w:numId="25" w16cid:durableId="289552992">
    <w:abstractNumId w:val="12"/>
  </w:num>
  <w:num w:numId="26" w16cid:durableId="112748590">
    <w:abstractNumId w:val="15"/>
  </w:num>
  <w:num w:numId="27" w16cid:durableId="783429889">
    <w:abstractNumId w:val="27"/>
  </w:num>
  <w:num w:numId="28" w16cid:durableId="735590236">
    <w:abstractNumId w:val="31"/>
  </w:num>
  <w:num w:numId="29" w16cid:durableId="1779448815">
    <w:abstractNumId w:val="14"/>
  </w:num>
  <w:num w:numId="30" w16cid:durableId="411050212">
    <w:abstractNumId w:val="23"/>
  </w:num>
  <w:num w:numId="31" w16cid:durableId="1459647671">
    <w:abstractNumId w:val="38"/>
  </w:num>
  <w:num w:numId="32" w16cid:durableId="685257460">
    <w:abstractNumId w:val="17"/>
  </w:num>
  <w:num w:numId="33" w16cid:durableId="11342646">
    <w:abstractNumId w:val="29"/>
  </w:num>
  <w:num w:numId="34" w16cid:durableId="1877500620">
    <w:abstractNumId w:val="4"/>
  </w:num>
  <w:num w:numId="35" w16cid:durableId="2073000974">
    <w:abstractNumId w:val="2"/>
  </w:num>
  <w:num w:numId="36" w16cid:durableId="53042213">
    <w:abstractNumId w:val="1"/>
  </w:num>
  <w:num w:numId="37" w16cid:durableId="1226456796">
    <w:abstractNumId w:val="16"/>
  </w:num>
  <w:num w:numId="38" w16cid:durableId="2000772191">
    <w:abstractNumId w:val="6"/>
  </w:num>
  <w:num w:numId="39" w16cid:durableId="1012755598">
    <w:abstractNumId w:val="5"/>
  </w:num>
  <w:num w:numId="40" w16cid:durableId="487864489">
    <w:abstractNumId w:val="36"/>
  </w:num>
  <w:num w:numId="41" w16cid:durableId="979506155">
    <w:abstractNumId w:val="0"/>
  </w:num>
  <w:num w:numId="42" w16cid:durableId="1887328191">
    <w:abstractNumId w:val="3"/>
  </w:num>
  <w:num w:numId="43" w16cid:durableId="22861928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49"/>
    <w:rsid w:val="000017F4"/>
    <w:rsid w:val="00003A4A"/>
    <w:rsid w:val="00003A6F"/>
    <w:rsid w:val="00004504"/>
    <w:rsid w:val="00004D91"/>
    <w:rsid w:val="000051C9"/>
    <w:rsid w:val="0000525A"/>
    <w:rsid w:val="000056A0"/>
    <w:rsid w:val="000068F5"/>
    <w:rsid w:val="00006D09"/>
    <w:rsid w:val="00007C5B"/>
    <w:rsid w:val="00007D97"/>
    <w:rsid w:val="00011AF7"/>
    <w:rsid w:val="00011FF9"/>
    <w:rsid w:val="00012BE6"/>
    <w:rsid w:val="0001732B"/>
    <w:rsid w:val="000206AF"/>
    <w:rsid w:val="0002071B"/>
    <w:rsid w:val="0002114C"/>
    <w:rsid w:val="0002179C"/>
    <w:rsid w:val="00021AF3"/>
    <w:rsid w:val="000223DE"/>
    <w:rsid w:val="000228DF"/>
    <w:rsid w:val="000231FA"/>
    <w:rsid w:val="0002486C"/>
    <w:rsid w:val="000249DB"/>
    <w:rsid w:val="00025CBE"/>
    <w:rsid w:val="000272FC"/>
    <w:rsid w:val="00027BF6"/>
    <w:rsid w:val="00030410"/>
    <w:rsid w:val="0003062A"/>
    <w:rsid w:val="00034143"/>
    <w:rsid w:val="000348CF"/>
    <w:rsid w:val="000349D3"/>
    <w:rsid w:val="000353A1"/>
    <w:rsid w:val="00035E39"/>
    <w:rsid w:val="000365A6"/>
    <w:rsid w:val="00037259"/>
    <w:rsid w:val="00037BD2"/>
    <w:rsid w:val="00037D07"/>
    <w:rsid w:val="000401A8"/>
    <w:rsid w:val="000404AC"/>
    <w:rsid w:val="00040DF8"/>
    <w:rsid w:val="00041025"/>
    <w:rsid w:val="0004178C"/>
    <w:rsid w:val="000428AB"/>
    <w:rsid w:val="00042D7D"/>
    <w:rsid w:val="00043D04"/>
    <w:rsid w:val="00043DF3"/>
    <w:rsid w:val="00043F51"/>
    <w:rsid w:val="0004492B"/>
    <w:rsid w:val="00044E3E"/>
    <w:rsid w:val="000450B6"/>
    <w:rsid w:val="0004556B"/>
    <w:rsid w:val="00046926"/>
    <w:rsid w:val="00046A0B"/>
    <w:rsid w:val="00047349"/>
    <w:rsid w:val="000477A8"/>
    <w:rsid w:val="00050C4A"/>
    <w:rsid w:val="000526A1"/>
    <w:rsid w:val="00052E9C"/>
    <w:rsid w:val="0005397A"/>
    <w:rsid w:val="00054430"/>
    <w:rsid w:val="000547B9"/>
    <w:rsid w:val="0005570C"/>
    <w:rsid w:val="00056495"/>
    <w:rsid w:val="00056779"/>
    <w:rsid w:val="00056C99"/>
    <w:rsid w:val="00057271"/>
    <w:rsid w:val="00057710"/>
    <w:rsid w:val="00057E2B"/>
    <w:rsid w:val="00057FBD"/>
    <w:rsid w:val="00061AC7"/>
    <w:rsid w:val="000622C3"/>
    <w:rsid w:val="00063449"/>
    <w:rsid w:val="00063A3F"/>
    <w:rsid w:val="00065199"/>
    <w:rsid w:val="00066A48"/>
    <w:rsid w:val="000672F7"/>
    <w:rsid w:val="00067862"/>
    <w:rsid w:val="00070CDD"/>
    <w:rsid w:val="00070CF1"/>
    <w:rsid w:val="00070E59"/>
    <w:rsid w:val="00071AD8"/>
    <w:rsid w:val="00072E9A"/>
    <w:rsid w:val="00073421"/>
    <w:rsid w:val="00074321"/>
    <w:rsid w:val="00074748"/>
    <w:rsid w:val="00074C35"/>
    <w:rsid w:val="00077177"/>
    <w:rsid w:val="00077C9F"/>
    <w:rsid w:val="00077FB3"/>
    <w:rsid w:val="0008047D"/>
    <w:rsid w:val="00080EFD"/>
    <w:rsid w:val="00081362"/>
    <w:rsid w:val="000824C5"/>
    <w:rsid w:val="00082646"/>
    <w:rsid w:val="000831CB"/>
    <w:rsid w:val="000832EF"/>
    <w:rsid w:val="000841CB"/>
    <w:rsid w:val="00084872"/>
    <w:rsid w:val="000869C7"/>
    <w:rsid w:val="000876DE"/>
    <w:rsid w:val="00087817"/>
    <w:rsid w:val="00087DC4"/>
    <w:rsid w:val="000905C7"/>
    <w:rsid w:val="00092574"/>
    <w:rsid w:val="00092AB5"/>
    <w:rsid w:val="00092D5F"/>
    <w:rsid w:val="000930B5"/>
    <w:rsid w:val="000945F7"/>
    <w:rsid w:val="00094A60"/>
    <w:rsid w:val="00095245"/>
    <w:rsid w:val="0009528B"/>
    <w:rsid w:val="00095350"/>
    <w:rsid w:val="00095489"/>
    <w:rsid w:val="000956E5"/>
    <w:rsid w:val="00095845"/>
    <w:rsid w:val="00095960"/>
    <w:rsid w:val="000966E5"/>
    <w:rsid w:val="00096745"/>
    <w:rsid w:val="00097216"/>
    <w:rsid w:val="000972AE"/>
    <w:rsid w:val="00097972"/>
    <w:rsid w:val="00097EAE"/>
    <w:rsid w:val="000A3D44"/>
    <w:rsid w:val="000A3E48"/>
    <w:rsid w:val="000A61B5"/>
    <w:rsid w:val="000A6C68"/>
    <w:rsid w:val="000A7417"/>
    <w:rsid w:val="000A78B0"/>
    <w:rsid w:val="000B177E"/>
    <w:rsid w:val="000B37AC"/>
    <w:rsid w:val="000B57DF"/>
    <w:rsid w:val="000B5CC2"/>
    <w:rsid w:val="000B613C"/>
    <w:rsid w:val="000B6285"/>
    <w:rsid w:val="000B792D"/>
    <w:rsid w:val="000B7B21"/>
    <w:rsid w:val="000C2277"/>
    <w:rsid w:val="000C3A6D"/>
    <w:rsid w:val="000C634C"/>
    <w:rsid w:val="000D05AB"/>
    <w:rsid w:val="000D1158"/>
    <w:rsid w:val="000D1F62"/>
    <w:rsid w:val="000D25C6"/>
    <w:rsid w:val="000D2898"/>
    <w:rsid w:val="000D35EF"/>
    <w:rsid w:val="000D4F47"/>
    <w:rsid w:val="000D521F"/>
    <w:rsid w:val="000D5905"/>
    <w:rsid w:val="000D7683"/>
    <w:rsid w:val="000D76FE"/>
    <w:rsid w:val="000E1EF8"/>
    <w:rsid w:val="000E2BB8"/>
    <w:rsid w:val="000E32C8"/>
    <w:rsid w:val="000E3CC3"/>
    <w:rsid w:val="000E4045"/>
    <w:rsid w:val="000E450B"/>
    <w:rsid w:val="000E5AB5"/>
    <w:rsid w:val="000E5C87"/>
    <w:rsid w:val="000E6072"/>
    <w:rsid w:val="000E611B"/>
    <w:rsid w:val="000E6F98"/>
    <w:rsid w:val="000F0459"/>
    <w:rsid w:val="000F0491"/>
    <w:rsid w:val="000F0F2B"/>
    <w:rsid w:val="000F2234"/>
    <w:rsid w:val="000F24E0"/>
    <w:rsid w:val="000F3D1E"/>
    <w:rsid w:val="000F684F"/>
    <w:rsid w:val="000F73A4"/>
    <w:rsid w:val="00104063"/>
    <w:rsid w:val="00104DB3"/>
    <w:rsid w:val="00106042"/>
    <w:rsid w:val="0010688D"/>
    <w:rsid w:val="00106EAF"/>
    <w:rsid w:val="001103FD"/>
    <w:rsid w:val="0011216D"/>
    <w:rsid w:val="0011258C"/>
    <w:rsid w:val="00112F10"/>
    <w:rsid w:val="001142B2"/>
    <w:rsid w:val="00115B27"/>
    <w:rsid w:val="00116B03"/>
    <w:rsid w:val="001171D7"/>
    <w:rsid w:val="00121D78"/>
    <w:rsid w:val="0012662A"/>
    <w:rsid w:val="001273D6"/>
    <w:rsid w:val="00132CA7"/>
    <w:rsid w:val="00133080"/>
    <w:rsid w:val="001338A7"/>
    <w:rsid w:val="00133B6D"/>
    <w:rsid w:val="00133BAD"/>
    <w:rsid w:val="00135551"/>
    <w:rsid w:val="00136179"/>
    <w:rsid w:val="00136187"/>
    <w:rsid w:val="001365A2"/>
    <w:rsid w:val="00136763"/>
    <w:rsid w:val="00136DA7"/>
    <w:rsid w:val="00136DFD"/>
    <w:rsid w:val="00137017"/>
    <w:rsid w:val="0013707E"/>
    <w:rsid w:val="0013730E"/>
    <w:rsid w:val="00137AD5"/>
    <w:rsid w:val="0014073A"/>
    <w:rsid w:val="00141609"/>
    <w:rsid w:val="001423A8"/>
    <w:rsid w:val="0014281E"/>
    <w:rsid w:val="0014416A"/>
    <w:rsid w:val="00144DDF"/>
    <w:rsid w:val="00145D9F"/>
    <w:rsid w:val="00147C0A"/>
    <w:rsid w:val="00150887"/>
    <w:rsid w:val="00152126"/>
    <w:rsid w:val="0015216C"/>
    <w:rsid w:val="001531C4"/>
    <w:rsid w:val="001531FA"/>
    <w:rsid w:val="001536C2"/>
    <w:rsid w:val="00153A47"/>
    <w:rsid w:val="001540F8"/>
    <w:rsid w:val="00154DF4"/>
    <w:rsid w:val="00155476"/>
    <w:rsid w:val="0015675A"/>
    <w:rsid w:val="00162123"/>
    <w:rsid w:val="0016379E"/>
    <w:rsid w:val="00163F3B"/>
    <w:rsid w:val="00164280"/>
    <w:rsid w:val="00164796"/>
    <w:rsid w:val="00164900"/>
    <w:rsid w:val="00164FB6"/>
    <w:rsid w:val="00165939"/>
    <w:rsid w:val="00166378"/>
    <w:rsid w:val="0016733F"/>
    <w:rsid w:val="001707DA"/>
    <w:rsid w:val="001729E1"/>
    <w:rsid w:val="00172BF8"/>
    <w:rsid w:val="00172E9D"/>
    <w:rsid w:val="00173AC5"/>
    <w:rsid w:val="00173C8C"/>
    <w:rsid w:val="00174A13"/>
    <w:rsid w:val="00175C49"/>
    <w:rsid w:val="001760A6"/>
    <w:rsid w:val="00176B96"/>
    <w:rsid w:val="00176DF4"/>
    <w:rsid w:val="001779F1"/>
    <w:rsid w:val="00177F26"/>
    <w:rsid w:val="001825BF"/>
    <w:rsid w:val="00182A6C"/>
    <w:rsid w:val="00182BE1"/>
    <w:rsid w:val="00182D67"/>
    <w:rsid w:val="001841E4"/>
    <w:rsid w:val="00184CFB"/>
    <w:rsid w:val="00184EE2"/>
    <w:rsid w:val="0018794B"/>
    <w:rsid w:val="001903CF"/>
    <w:rsid w:val="00192247"/>
    <w:rsid w:val="001926B5"/>
    <w:rsid w:val="00193116"/>
    <w:rsid w:val="0019313B"/>
    <w:rsid w:val="00195323"/>
    <w:rsid w:val="001955BA"/>
    <w:rsid w:val="00196001"/>
    <w:rsid w:val="00196142"/>
    <w:rsid w:val="0019689B"/>
    <w:rsid w:val="0019705A"/>
    <w:rsid w:val="001978CB"/>
    <w:rsid w:val="001A017E"/>
    <w:rsid w:val="001A0E16"/>
    <w:rsid w:val="001A200A"/>
    <w:rsid w:val="001B1D67"/>
    <w:rsid w:val="001B2E05"/>
    <w:rsid w:val="001B2F9B"/>
    <w:rsid w:val="001B3248"/>
    <w:rsid w:val="001B34FA"/>
    <w:rsid w:val="001B4AAC"/>
    <w:rsid w:val="001B6C08"/>
    <w:rsid w:val="001C1F40"/>
    <w:rsid w:val="001C2301"/>
    <w:rsid w:val="001C2371"/>
    <w:rsid w:val="001C2DF4"/>
    <w:rsid w:val="001C3F09"/>
    <w:rsid w:val="001C3F1D"/>
    <w:rsid w:val="001C4520"/>
    <w:rsid w:val="001C5996"/>
    <w:rsid w:val="001C6D46"/>
    <w:rsid w:val="001C6FAE"/>
    <w:rsid w:val="001C716E"/>
    <w:rsid w:val="001D0743"/>
    <w:rsid w:val="001D1062"/>
    <w:rsid w:val="001D12A8"/>
    <w:rsid w:val="001D205D"/>
    <w:rsid w:val="001D2610"/>
    <w:rsid w:val="001D2D02"/>
    <w:rsid w:val="001D4429"/>
    <w:rsid w:val="001D4DAD"/>
    <w:rsid w:val="001D5FF2"/>
    <w:rsid w:val="001D6AA5"/>
    <w:rsid w:val="001D7EC3"/>
    <w:rsid w:val="001D7EE7"/>
    <w:rsid w:val="001E019C"/>
    <w:rsid w:val="001E08BD"/>
    <w:rsid w:val="001E0D9B"/>
    <w:rsid w:val="001E0FDD"/>
    <w:rsid w:val="001E117E"/>
    <w:rsid w:val="001E1C8C"/>
    <w:rsid w:val="001E27ED"/>
    <w:rsid w:val="001E3ECA"/>
    <w:rsid w:val="001E6487"/>
    <w:rsid w:val="001E6E16"/>
    <w:rsid w:val="001E762A"/>
    <w:rsid w:val="001E7865"/>
    <w:rsid w:val="001E7FBD"/>
    <w:rsid w:val="001F02A5"/>
    <w:rsid w:val="001F03E4"/>
    <w:rsid w:val="001F0F7F"/>
    <w:rsid w:val="001F22E3"/>
    <w:rsid w:val="001F3ACF"/>
    <w:rsid w:val="001F4C47"/>
    <w:rsid w:val="001F50C5"/>
    <w:rsid w:val="001F598F"/>
    <w:rsid w:val="001F5B4B"/>
    <w:rsid w:val="001F72D2"/>
    <w:rsid w:val="001F768C"/>
    <w:rsid w:val="001F7C91"/>
    <w:rsid w:val="001F7F9A"/>
    <w:rsid w:val="00201C5C"/>
    <w:rsid w:val="002030B5"/>
    <w:rsid w:val="002036A0"/>
    <w:rsid w:val="00203A78"/>
    <w:rsid w:val="00203F3B"/>
    <w:rsid w:val="00204593"/>
    <w:rsid w:val="00205989"/>
    <w:rsid w:val="00205AA7"/>
    <w:rsid w:val="00206263"/>
    <w:rsid w:val="00207A1D"/>
    <w:rsid w:val="00207B78"/>
    <w:rsid w:val="00207D7B"/>
    <w:rsid w:val="002107E2"/>
    <w:rsid w:val="002107EE"/>
    <w:rsid w:val="0021182E"/>
    <w:rsid w:val="002127CC"/>
    <w:rsid w:val="00213C4C"/>
    <w:rsid w:val="00213D8D"/>
    <w:rsid w:val="0021484B"/>
    <w:rsid w:val="00214CF8"/>
    <w:rsid w:val="00214F74"/>
    <w:rsid w:val="00215924"/>
    <w:rsid w:val="00216410"/>
    <w:rsid w:val="00217746"/>
    <w:rsid w:val="00222606"/>
    <w:rsid w:val="00222FDC"/>
    <w:rsid w:val="00223A05"/>
    <w:rsid w:val="00223F6E"/>
    <w:rsid w:val="00224B0D"/>
    <w:rsid w:val="00224B17"/>
    <w:rsid w:val="00224D13"/>
    <w:rsid w:val="00225A69"/>
    <w:rsid w:val="00227765"/>
    <w:rsid w:val="002304C0"/>
    <w:rsid w:val="00230D7B"/>
    <w:rsid w:val="00230F4B"/>
    <w:rsid w:val="00230F56"/>
    <w:rsid w:val="00232143"/>
    <w:rsid w:val="002325E5"/>
    <w:rsid w:val="0023302F"/>
    <w:rsid w:val="00233506"/>
    <w:rsid w:val="00234FB7"/>
    <w:rsid w:val="00237244"/>
    <w:rsid w:val="002412E9"/>
    <w:rsid w:val="00242716"/>
    <w:rsid w:val="002428B9"/>
    <w:rsid w:val="00243DDA"/>
    <w:rsid w:val="002448E2"/>
    <w:rsid w:val="002458E7"/>
    <w:rsid w:val="002470D0"/>
    <w:rsid w:val="00251A4D"/>
    <w:rsid w:val="00251C7A"/>
    <w:rsid w:val="0025223A"/>
    <w:rsid w:val="00252B5D"/>
    <w:rsid w:val="002536EC"/>
    <w:rsid w:val="00253D26"/>
    <w:rsid w:val="00254285"/>
    <w:rsid w:val="00254577"/>
    <w:rsid w:val="002552BD"/>
    <w:rsid w:val="0025530B"/>
    <w:rsid w:val="00256B3C"/>
    <w:rsid w:val="002574C0"/>
    <w:rsid w:val="0026151A"/>
    <w:rsid w:val="00262043"/>
    <w:rsid w:val="002629E4"/>
    <w:rsid w:val="00263FF3"/>
    <w:rsid w:val="002649F8"/>
    <w:rsid w:val="00264AF6"/>
    <w:rsid w:val="002669F7"/>
    <w:rsid w:val="00266BAE"/>
    <w:rsid w:val="00267362"/>
    <w:rsid w:val="00270636"/>
    <w:rsid w:val="00270E63"/>
    <w:rsid w:val="002715E4"/>
    <w:rsid w:val="002721F9"/>
    <w:rsid w:val="00272CE4"/>
    <w:rsid w:val="00272F41"/>
    <w:rsid w:val="002736B8"/>
    <w:rsid w:val="0027371E"/>
    <w:rsid w:val="00273757"/>
    <w:rsid w:val="00274893"/>
    <w:rsid w:val="002750F2"/>
    <w:rsid w:val="002752D4"/>
    <w:rsid w:val="00275CB8"/>
    <w:rsid w:val="002766DB"/>
    <w:rsid w:val="00277324"/>
    <w:rsid w:val="00277571"/>
    <w:rsid w:val="002779C3"/>
    <w:rsid w:val="00277B39"/>
    <w:rsid w:val="00277B8C"/>
    <w:rsid w:val="00280B49"/>
    <w:rsid w:val="0028210E"/>
    <w:rsid w:val="00282A83"/>
    <w:rsid w:val="002830EC"/>
    <w:rsid w:val="00283ABB"/>
    <w:rsid w:val="00285974"/>
    <w:rsid w:val="00285A38"/>
    <w:rsid w:val="00285ACD"/>
    <w:rsid w:val="00285E1C"/>
    <w:rsid w:val="00285F61"/>
    <w:rsid w:val="00285FE3"/>
    <w:rsid w:val="00286AFD"/>
    <w:rsid w:val="00290029"/>
    <w:rsid w:val="00290637"/>
    <w:rsid w:val="00290EB2"/>
    <w:rsid w:val="0029146F"/>
    <w:rsid w:val="00291763"/>
    <w:rsid w:val="002921C6"/>
    <w:rsid w:val="00293259"/>
    <w:rsid w:val="00293810"/>
    <w:rsid w:val="00293893"/>
    <w:rsid w:val="002966D4"/>
    <w:rsid w:val="00296795"/>
    <w:rsid w:val="00297E82"/>
    <w:rsid w:val="002A1A27"/>
    <w:rsid w:val="002A1CE1"/>
    <w:rsid w:val="002A228B"/>
    <w:rsid w:val="002A2472"/>
    <w:rsid w:val="002A24B7"/>
    <w:rsid w:val="002A3769"/>
    <w:rsid w:val="002A4A79"/>
    <w:rsid w:val="002A5924"/>
    <w:rsid w:val="002A713C"/>
    <w:rsid w:val="002B043B"/>
    <w:rsid w:val="002B11EA"/>
    <w:rsid w:val="002B144D"/>
    <w:rsid w:val="002B1952"/>
    <w:rsid w:val="002B1DD6"/>
    <w:rsid w:val="002B25D3"/>
    <w:rsid w:val="002B2FAD"/>
    <w:rsid w:val="002B4478"/>
    <w:rsid w:val="002B4CBD"/>
    <w:rsid w:val="002B4FC1"/>
    <w:rsid w:val="002B646B"/>
    <w:rsid w:val="002B7AC3"/>
    <w:rsid w:val="002B7AFE"/>
    <w:rsid w:val="002C0CE1"/>
    <w:rsid w:val="002C154D"/>
    <w:rsid w:val="002C1665"/>
    <w:rsid w:val="002C1E86"/>
    <w:rsid w:val="002C1ED5"/>
    <w:rsid w:val="002C20C5"/>
    <w:rsid w:val="002C22B9"/>
    <w:rsid w:val="002C264D"/>
    <w:rsid w:val="002C2C3C"/>
    <w:rsid w:val="002C377F"/>
    <w:rsid w:val="002C37C0"/>
    <w:rsid w:val="002C3E90"/>
    <w:rsid w:val="002C4005"/>
    <w:rsid w:val="002C5FE2"/>
    <w:rsid w:val="002C6A4D"/>
    <w:rsid w:val="002C7082"/>
    <w:rsid w:val="002C7FBD"/>
    <w:rsid w:val="002D0D54"/>
    <w:rsid w:val="002D10CE"/>
    <w:rsid w:val="002D1498"/>
    <w:rsid w:val="002D2CAC"/>
    <w:rsid w:val="002D31C1"/>
    <w:rsid w:val="002D4608"/>
    <w:rsid w:val="002D5B6A"/>
    <w:rsid w:val="002D6327"/>
    <w:rsid w:val="002D7574"/>
    <w:rsid w:val="002E02F2"/>
    <w:rsid w:val="002E03ED"/>
    <w:rsid w:val="002E0689"/>
    <w:rsid w:val="002E15A3"/>
    <w:rsid w:val="002E1C76"/>
    <w:rsid w:val="002E22FF"/>
    <w:rsid w:val="002E2320"/>
    <w:rsid w:val="002E23CA"/>
    <w:rsid w:val="002E28E2"/>
    <w:rsid w:val="002E32B2"/>
    <w:rsid w:val="002E3E50"/>
    <w:rsid w:val="002E55E8"/>
    <w:rsid w:val="002E6708"/>
    <w:rsid w:val="002E68A9"/>
    <w:rsid w:val="002F0429"/>
    <w:rsid w:val="002F0840"/>
    <w:rsid w:val="002F0877"/>
    <w:rsid w:val="002F1623"/>
    <w:rsid w:val="002F1ADB"/>
    <w:rsid w:val="002F2008"/>
    <w:rsid w:val="002F2576"/>
    <w:rsid w:val="002F2C12"/>
    <w:rsid w:val="002F327C"/>
    <w:rsid w:val="002F45BE"/>
    <w:rsid w:val="002F58A6"/>
    <w:rsid w:val="002F64E6"/>
    <w:rsid w:val="002F6A06"/>
    <w:rsid w:val="002F748F"/>
    <w:rsid w:val="002F77BB"/>
    <w:rsid w:val="0030021D"/>
    <w:rsid w:val="003007C7"/>
    <w:rsid w:val="003012A3"/>
    <w:rsid w:val="00301533"/>
    <w:rsid w:val="00301E3E"/>
    <w:rsid w:val="00302004"/>
    <w:rsid w:val="0030320D"/>
    <w:rsid w:val="00304A3E"/>
    <w:rsid w:val="00304E6F"/>
    <w:rsid w:val="00305926"/>
    <w:rsid w:val="00306DB1"/>
    <w:rsid w:val="00307193"/>
    <w:rsid w:val="00307D24"/>
    <w:rsid w:val="00310B02"/>
    <w:rsid w:val="00310EDE"/>
    <w:rsid w:val="003110C8"/>
    <w:rsid w:val="003126A4"/>
    <w:rsid w:val="003127DD"/>
    <w:rsid w:val="00314CDD"/>
    <w:rsid w:val="00315627"/>
    <w:rsid w:val="003165CC"/>
    <w:rsid w:val="00316A8B"/>
    <w:rsid w:val="00316CBC"/>
    <w:rsid w:val="003178AC"/>
    <w:rsid w:val="0032061F"/>
    <w:rsid w:val="00321A7D"/>
    <w:rsid w:val="00321B3C"/>
    <w:rsid w:val="003239F1"/>
    <w:rsid w:val="003247AC"/>
    <w:rsid w:val="003247BE"/>
    <w:rsid w:val="00326190"/>
    <w:rsid w:val="00326782"/>
    <w:rsid w:val="00327BA4"/>
    <w:rsid w:val="00327F53"/>
    <w:rsid w:val="003314CF"/>
    <w:rsid w:val="003316A2"/>
    <w:rsid w:val="00331B22"/>
    <w:rsid w:val="00331ED9"/>
    <w:rsid w:val="0033372C"/>
    <w:rsid w:val="003337A0"/>
    <w:rsid w:val="00333B5C"/>
    <w:rsid w:val="00334E93"/>
    <w:rsid w:val="003353D8"/>
    <w:rsid w:val="00336273"/>
    <w:rsid w:val="00337CFC"/>
    <w:rsid w:val="00337DE3"/>
    <w:rsid w:val="00340028"/>
    <w:rsid w:val="00340C5C"/>
    <w:rsid w:val="00341F1E"/>
    <w:rsid w:val="00342D48"/>
    <w:rsid w:val="00344422"/>
    <w:rsid w:val="00344C4E"/>
    <w:rsid w:val="0034598B"/>
    <w:rsid w:val="00346AC3"/>
    <w:rsid w:val="00346DFF"/>
    <w:rsid w:val="00346EB1"/>
    <w:rsid w:val="00350D51"/>
    <w:rsid w:val="00350D9D"/>
    <w:rsid w:val="00350E52"/>
    <w:rsid w:val="00350E89"/>
    <w:rsid w:val="00351803"/>
    <w:rsid w:val="003529DF"/>
    <w:rsid w:val="00353760"/>
    <w:rsid w:val="0035434D"/>
    <w:rsid w:val="00354615"/>
    <w:rsid w:val="00354997"/>
    <w:rsid w:val="00357ECC"/>
    <w:rsid w:val="00357FDC"/>
    <w:rsid w:val="00361029"/>
    <w:rsid w:val="00362504"/>
    <w:rsid w:val="0036303B"/>
    <w:rsid w:val="0036373D"/>
    <w:rsid w:val="00363B48"/>
    <w:rsid w:val="003641CE"/>
    <w:rsid w:val="003643D9"/>
    <w:rsid w:val="00364BA7"/>
    <w:rsid w:val="00365ADA"/>
    <w:rsid w:val="003661A3"/>
    <w:rsid w:val="003667D0"/>
    <w:rsid w:val="00367290"/>
    <w:rsid w:val="00370FDA"/>
    <w:rsid w:val="00371120"/>
    <w:rsid w:val="00371749"/>
    <w:rsid w:val="00371FD4"/>
    <w:rsid w:val="003732C7"/>
    <w:rsid w:val="00373564"/>
    <w:rsid w:val="00373C75"/>
    <w:rsid w:val="003750E0"/>
    <w:rsid w:val="00376685"/>
    <w:rsid w:val="003774F9"/>
    <w:rsid w:val="003803B0"/>
    <w:rsid w:val="003822C4"/>
    <w:rsid w:val="0038248B"/>
    <w:rsid w:val="00382826"/>
    <w:rsid w:val="00382EC5"/>
    <w:rsid w:val="00383133"/>
    <w:rsid w:val="003838D6"/>
    <w:rsid w:val="00383CC6"/>
    <w:rsid w:val="00383FAE"/>
    <w:rsid w:val="003854B1"/>
    <w:rsid w:val="003866B6"/>
    <w:rsid w:val="00386EA3"/>
    <w:rsid w:val="00386F20"/>
    <w:rsid w:val="00387335"/>
    <w:rsid w:val="00387711"/>
    <w:rsid w:val="003900AA"/>
    <w:rsid w:val="003922D6"/>
    <w:rsid w:val="00392769"/>
    <w:rsid w:val="003942A2"/>
    <w:rsid w:val="0039447D"/>
    <w:rsid w:val="00394A2E"/>
    <w:rsid w:val="003A04F3"/>
    <w:rsid w:val="003A0BE1"/>
    <w:rsid w:val="003A0E4F"/>
    <w:rsid w:val="003A23C0"/>
    <w:rsid w:val="003A3DBE"/>
    <w:rsid w:val="003A405E"/>
    <w:rsid w:val="003A479E"/>
    <w:rsid w:val="003A5FDB"/>
    <w:rsid w:val="003B0609"/>
    <w:rsid w:val="003B0A62"/>
    <w:rsid w:val="003B1155"/>
    <w:rsid w:val="003B151E"/>
    <w:rsid w:val="003B15D2"/>
    <w:rsid w:val="003B1D27"/>
    <w:rsid w:val="003B2DC0"/>
    <w:rsid w:val="003B3571"/>
    <w:rsid w:val="003B362A"/>
    <w:rsid w:val="003B3BCD"/>
    <w:rsid w:val="003B4D1B"/>
    <w:rsid w:val="003B4ED5"/>
    <w:rsid w:val="003B5021"/>
    <w:rsid w:val="003B50E3"/>
    <w:rsid w:val="003B50FC"/>
    <w:rsid w:val="003B6669"/>
    <w:rsid w:val="003B7BA5"/>
    <w:rsid w:val="003C00B0"/>
    <w:rsid w:val="003C0459"/>
    <w:rsid w:val="003C4267"/>
    <w:rsid w:val="003C4BB6"/>
    <w:rsid w:val="003C4D4A"/>
    <w:rsid w:val="003C71AA"/>
    <w:rsid w:val="003D0A6F"/>
    <w:rsid w:val="003D1DA8"/>
    <w:rsid w:val="003D272A"/>
    <w:rsid w:val="003D2869"/>
    <w:rsid w:val="003D30EA"/>
    <w:rsid w:val="003D35AB"/>
    <w:rsid w:val="003D37FC"/>
    <w:rsid w:val="003D3C44"/>
    <w:rsid w:val="003D3DAB"/>
    <w:rsid w:val="003D40B4"/>
    <w:rsid w:val="003D5485"/>
    <w:rsid w:val="003D5F23"/>
    <w:rsid w:val="003D6024"/>
    <w:rsid w:val="003D65EB"/>
    <w:rsid w:val="003D6ABD"/>
    <w:rsid w:val="003D7121"/>
    <w:rsid w:val="003D7B82"/>
    <w:rsid w:val="003E1546"/>
    <w:rsid w:val="003E228C"/>
    <w:rsid w:val="003E4247"/>
    <w:rsid w:val="003E4B9F"/>
    <w:rsid w:val="003E4C84"/>
    <w:rsid w:val="003E4FC4"/>
    <w:rsid w:val="003E5272"/>
    <w:rsid w:val="003E5802"/>
    <w:rsid w:val="003E5E61"/>
    <w:rsid w:val="003E65CF"/>
    <w:rsid w:val="003E68FF"/>
    <w:rsid w:val="003E6EBE"/>
    <w:rsid w:val="003F04EE"/>
    <w:rsid w:val="003F1303"/>
    <w:rsid w:val="003F148D"/>
    <w:rsid w:val="003F276E"/>
    <w:rsid w:val="003F2CD9"/>
    <w:rsid w:val="003F3EF2"/>
    <w:rsid w:val="003F5EA2"/>
    <w:rsid w:val="003F69FF"/>
    <w:rsid w:val="00401922"/>
    <w:rsid w:val="00401C29"/>
    <w:rsid w:val="00402004"/>
    <w:rsid w:val="00402FF8"/>
    <w:rsid w:val="00403612"/>
    <w:rsid w:val="00403F87"/>
    <w:rsid w:val="004046AB"/>
    <w:rsid w:val="004050A3"/>
    <w:rsid w:val="004059FE"/>
    <w:rsid w:val="00406376"/>
    <w:rsid w:val="0041186E"/>
    <w:rsid w:val="00413033"/>
    <w:rsid w:val="00413236"/>
    <w:rsid w:val="00413565"/>
    <w:rsid w:val="004137AC"/>
    <w:rsid w:val="00413C1D"/>
    <w:rsid w:val="00413CAC"/>
    <w:rsid w:val="00414E96"/>
    <w:rsid w:val="00414F64"/>
    <w:rsid w:val="004151B2"/>
    <w:rsid w:val="0041543D"/>
    <w:rsid w:val="0041624C"/>
    <w:rsid w:val="0041660A"/>
    <w:rsid w:val="004172B1"/>
    <w:rsid w:val="0042065E"/>
    <w:rsid w:val="004228F7"/>
    <w:rsid w:val="00423490"/>
    <w:rsid w:val="00423C87"/>
    <w:rsid w:val="00423DF5"/>
    <w:rsid w:val="00424206"/>
    <w:rsid w:val="00424211"/>
    <w:rsid w:val="00426066"/>
    <w:rsid w:val="0042640B"/>
    <w:rsid w:val="00426B6B"/>
    <w:rsid w:val="00427CB7"/>
    <w:rsid w:val="004308C6"/>
    <w:rsid w:val="00431DB0"/>
    <w:rsid w:val="00433A74"/>
    <w:rsid w:val="00433B9B"/>
    <w:rsid w:val="00434205"/>
    <w:rsid w:val="00434BEF"/>
    <w:rsid w:val="00434EBA"/>
    <w:rsid w:val="00437F20"/>
    <w:rsid w:val="00440287"/>
    <w:rsid w:val="00440440"/>
    <w:rsid w:val="0044168B"/>
    <w:rsid w:val="004428BF"/>
    <w:rsid w:val="00442AF1"/>
    <w:rsid w:val="00442E4E"/>
    <w:rsid w:val="00444AD2"/>
    <w:rsid w:val="00444B7C"/>
    <w:rsid w:val="00445572"/>
    <w:rsid w:val="004464B3"/>
    <w:rsid w:val="00446955"/>
    <w:rsid w:val="00446BC9"/>
    <w:rsid w:val="00446C3B"/>
    <w:rsid w:val="00446D22"/>
    <w:rsid w:val="00446F14"/>
    <w:rsid w:val="00450838"/>
    <w:rsid w:val="004510DA"/>
    <w:rsid w:val="004515D5"/>
    <w:rsid w:val="00452D99"/>
    <w:rsid w:val="0045326E"/>
    <w:rsid w:val="0045363F"/>
    <w:rsid w:val="0045372A"/>
    <w:rsid w:val="00453938"/>
    <w:rsid w:val="00453E11"/>
    <w:rsid w:val="00453FDD"/>
    <w:rsid w:val="00455128"/>
    <w:rsid w:val="00455EB1"/>
    <w:rsid w:val="00455FC7"/>
    <w:rsid w:val="004560BF"/>
    <w:rsid w:val="00456A16"/>
    <w:rsid w:val="00457958"/>
    <w:rsid w:val="00457BBA"/>
    <w:rsid w:val="00460AAA"/>
    <w:rsid w:val="00460DC1"/>
    <w:rsid w:val="004610E6"/>
    <w:rsid w:val="00462365"/>
    <w:rsid w:val="00463BFC"/>
    <w:rsid w:val="00464073"/>
    <w:rsid w:val="00464365"/>
    <w:rsid w:val="00464709"/>
    <w:rsid w:val="00467355"/>
    <w:rsid w:val="00470734"/>
    <w:rsid w:val="00471891"/>
    <w:rsid w:val="00474B02"/>
    <w:rsid w:val="00475C8B"/>
    <w:rsid w:val="00475D88"/>
    <w:rsid w:val="004762F8"/>
    <w:rsid w:val="00477C9B"/>
    <w:rsid w:val="004816E8"/>
    <w:rsid w:val="00481C3A"/>
    <w:rsid w:val="00481D06"/>
    <w:rsid w:val="00481F66"/>
    <w:rsid w:val="00482A64"/>
    <w:rsid w:val="00482B23"/>
    <w:rsid w:val="00482CE4"/>
    <w:rsid w:val="00484210"/>
    <w:rsid w:val="00484740"/>
    <w:rsid w:val="00484B66"/>
    <w:rsid w:val="00484EA4"/>
    <w:rsid w:val="00484FF4"/>
    <w:rsid w:val="0048535F"/>
    <w:rsid w:val="004868A7"/>
    <w:rsid w:val="00486AD3"/>
    <w:rsid w:val="00487851"/>
    <w:rsid w:val="00490866"/>
    <w:rsid w:val="0049127D"/>
    <w:rsid w:val="0049215B"/>
    <w:rsid w:val="00493254"/>
    <w:rsid w:val="00493968"/>
    <w:rsid w:val="00493EA3"/>
    <w:rsid w:val="004944A6"/>
    <w:rsid w:val="0049518D"/>
    <w:rsid w:val="00495747"/>
    <w:rsid w:val="004A0159"/>
    <w:rsid w:val="004A01DB"/>
    <w:rsid w:val="004A05DA"/>
    <w:rsid w:val="004A11B8"/>
    <w:rsid w:val="004A12CC"/>
    <w:rsid w:val="004A263A"/>
    <w:rsid w:val="004A342C"/>
    <w:rsid w:val="004A48AF"/>
    <w:rsid w:val="004A53C9"/>
    <w:rsid w:val="004A5E9C"/>
    <w:rsid w:val="004B09DD"/>
    <w:rsid w:val="004B0BB3"/>
    <w:rsid w:val="004B0F60"/>
    <w:rsid w:val="004B181B"/>
    <w:rsid w:val="004B1EFF"/>
    <w:rsid w:val="004B2814"/>
    <w:rsid w:val="004B35C3"/>
    <w:rsid w:val="004B35E2"/>
    <w:rsid w:val="004B3D8D"/>
    <w:rsid w:val="004B4064"/>
    <w:rsid w:val="004B452E"/>
    <w:rsid w:val="004B6A3C"/>
    <w:rsid w:val="004B71AB"/>
    <w:rsid w:val="004B7522"/>
    <w:rsid w:val="004C01E8"/>
    <w:rsid w:val="004C04C8"/>
    <w:rsid w:val="004C0831"/>
    <w:rsid w:val="004C24F8"/>
    <w:rsid w:val="004C321D"/>
    <w:rsid w:val="004C3AE7"/>
    <w:rsid w:val="004C4B91"/>
    <w:rsid w:val="004C5291"/>
    <w:rsid w:val="004C5BAF"/>
    <w:rsid w:val="004C6EAE"/>
    <w:rsid w:val="004C77E0"/>
    <w:rsid w:val="004D0033"/>
    <w:rsid w:val="004D0438"/>
    <w:rsid w:val="004D0E2C"/>
    <w:rsid w:val="004D162B"/>
    <w:rsid w:val="004D1AAD"/>
    <w:rsid w:val="004D1F84"/>
    <w:rsid w:val="004D26CC"/>
    <w:rsid w:val="004D3B94"/>
    <w:rsid w:val="004D3DF4"/>
    <w:rsid w:val="004D4024"/>
    <w:rsid w:val="004D64D8"/>
    <w:rsid w:val="004D6BDA"/>
    <w:rsid w:val="004D7B92"/>
    <w:rsid w:val="004D7E55"/>
    <w:rsid w:val="004E15F5"/>
    <w:rsid w:val="004E1DFE"/>
    <w:rsid w:val="004E357B"/>
    <w:rsid w:val="004E46A6"/>
    <w:rsid w:val="004E4C4C"/>
    <w:rsid w:val="004E4CBC"/>
    <w:rsid w:val="004F052B"/>
    <w:rsid w:val="004F0533"/>
    <w:rsid w:val="004F0C13"/>
    <w:rsid w:val="004F1868"/>
    <w:rsid w:val="004F1CDD"/>
    <w:rsid w:val="004F2C41"/>
    <w:rsid w:val="004F33B4"/>
    <w:rsid w:val="004F3E40"/>
    <w:rsid w:val="004F4470"/>
    <w:rsid w:val="004F6509"/>
    <w:rsid w:val="004F6C70"/>
    <w:rsid w:val="004F730D"/>
    <w:rsid w:val="00500966"/>
    <w:rsid w:val="00500C0C"/>
    <w:rsid w:val="00501838"/>
    <w:rsid w:val="005026BE"/>
    <w:rsid w:val="00504C32"/>
    <w:rsid w:val="00504DEC"/>
    <w:rsid w:val="00505CED"/>
    <w:rsid w:val="0050652E"/>
    <w:rsid w:val="00506BBD"/>
    <w:rsid w:val="00510F8F"/>
    <w:rsid w:val="0051197C"/>
    <w:rsid w:val="005120E6"/>
    <w:rsid w:val="005128CC"/>
    <w:rsid w:val="0051308A"/>
    <w:rsid w:val="005174E5"/>
    <w:rsid w:val="005203F0"/>
    <w:rsid w:val="005224E5"/>
    <w:rsid w:val="0052459A"/>
    <w:rsid w:val="00526199"/>
    <w:rsid w:val="00526372"/>
    <w:rsid w:val="00526ECB"/>
    <w:rsid w:val="005312BD"/>
    <w:rsid w:val="00531654"/>
    <w:rsid w:val="00532B4E"/>
    <w:rsid w:val="0053312E"/>
    <w:rsid w:val="0053370E"/>
    <w:rsid w:val="0053473A"/>
    <w:rsid w:val="0053560B"/>
    <w:rsid w:val="00535F92"/>
    <w:rsid w:val="00536B0A"/>
    <w:rsid w:val="00536CF7"/>
    <w:rsid w:val="00536DCA"/>
    <w:rsid w:val="00540290"/>
    <w:rsid w:val="00541ADB"/>
    <w:rsid w:val="00542049"/>
    <w:rsid w:val="005424AB"/>
    <w:rsid w:val="005428B6"/>
    <w:rsid w:val="005439ED"/>
    <w:rsid w:val="00543F7C"/>
    <w:rsid w:val="00545BC2"/>
    <w:rsid w:val="005470C6"/>
    <w:rsid w:val="00547CF4"/>
    <w:rsid w:val="00550363"/>
    <w:rsid w:val="00552172"/>
    <w:rsid w:val="005530E3"/>
    <w:rsid w:val="00553E79"/>
    <w:rsid w:val="005542E6"/>
    <w:rsid w:val="0055465D"/>
    <w:rsid w:val="00554851"/>
    <w:rsid w:val="00554C2D"/>
    <w:rsid w:val="00554DE8"/>
    <w:rsid w:val="00554EAD"/>
    <w:rsid w:val="00555411"/>
    <w:rsid w:val="005556FE"/>
    <w:rsid w:val="0055588E"/>
    <w:rsid w:val="00555D89"/>
    <w:rsid w:val="00556D07"/>
    <w:rsid w:val="005571A2"/>
    <w:rsid w:val="0056004B"/>
    <w:rsid w:val="0056012C"/>
    <w:rsid w:val="00560192"/>
    <w:rsid w:val="0056020C"/>
    <w:rsid w:val="00560634"/>
    <w:rsid w:val="00560DF8"/>
    <w:rsid w:val="00562DCB"/>
    <w:rsid w:val="0056343D"/>
    <w:rsid w:val="00564EAB"/>
    <w:rsid w:val="00565885"/>
    <w:rsid w:val="00565AFF"/>
    <w:rsid w:val="005660A3"/>
    <w:rsid w:val="005663E0"/>
    <w:rsid w:val="00566594"/>
    <w:rsid w:val="00570B64"/>
    <w:rsid w:val="0057204B"/>
    <w:rsid w:val="005731E7"/>
    <w:rsid w:val="00575B83"/>
    <w:rsid w:val="00576696"/>
    <w:rsid w:val="00580FDF"/>
    <w:rsid w:val="005816B8"/>
    <w:rsid w:val="005823C8"/>
    <w:rsid w:val="00583B3F"/>
    <w:rsid w:val="005852E8"/>
    <w:rsid w:val="005854CA"/>
    <w:rsid w:val="0058667E"/>
    <w:rsid w:val="0058695E"/>
    <w:rsid w:val="00590ACE"/>
    <w:rsid w:val="0059139E"/>
    <w:rsid w:val="005917C2"/>
    <w:rsid w:val="005933E0"/>
    <w:rsid w:val="00593C3C"/>
    <w:rsid w:val="0059416D"/>
    <w:rsid w:val="00594599"/>
    <w:rsid w:val="005946A4"/>
    <w:rsid w:val="00594701"/>
    <w:rsid w:val="00594B3E"/>
    <w:rsid w:val="00595573"/>
    <w:rsid w:val="00595834"/>
    <w:rsid w:val="0059595C"/>
    <w:rsid w:val="00596874"/>
    <w:rsid w:val="0059752B"/>
    <w:rsid w:val="00597A74"/>
    <w:rsid w:val="005A0DD6"/>
    <w:rsid w:val="005A2220"/>
    <w:rsid w:val="005A2CA5"/>
    <w:rsid w:val="005A374E"/>
    <w:rsid w:val="005A4187"/>
    <w:rsid w:val="005A4728"/>
    <w:rsid w:val="005A65D1"/>
    <w:rsid w:val="005A67EA"/>
    <w:rsid w:val="005B0AAD"/>
    <w:rsid w:val="005B0F3F"/>
    <w:rsid w:val="005B14D9"/>
    <w:rsid w:val="005B1596"/>
    <w:rsid w:val="005B367E"/>
    <w:rsid w:val="005B5A2C"/>
    <w:rsid w:val="005B5BF1"/>
    <w:rsid w:val="005B6C2A"/>
    <w:rsid w:val="005B716E"/>
    <w:rsid w:val="005B756E"/>
    <w:rsid w:val="005B7A90"/>
    <w:rsid w:val="005C069B"/>
    <w:rsid w:val="005C30AF"/>
    <w:rsid w:val="005C30C6"/>
    <w:rsid w:val="005C34D6"/>
    <w:rsid w:val="005C3F4E"/>
    <w:rsid w:val="005C3F79"/>
    <w:rsid w:val="005C473F"/>
    <w:rsid w:val="005C48A9"/>
    <w:rsid w:val="005C4987"/>
    <w:rsid w:val="005C4D1A"/>
    <w:rsid w:val="005C503A"/>
    <w:rsid w:val="005C528A"/>
    <w:rsid w:val="005C73AF"/>
    <w:rsid w:val="005C7AB9"/>
    <w:rsid w:val="005C7B71"/>
    <w:rsid w:val="005C7F14"/>
    <w:rsid w:val="005D26ED"/>
    <w:rsid w:val="005D2719"/>
    <w:rsid w:val="005D461D"/>
    <w:rsid w:val="005D4766"/>
    <w:rsid w:val="005D5643"/>
    <w:rsid w:val="005D6A8D"/>
    <w:rsid w:val="005D7455"/>
    <w:rsid w:val="005D7560"/>
    <w:rsid w:val="005E0310"/>
    <w:rsid w:val="005E0E41"/>
    <w:rsid w:val="005E0ECA"/>
    <w:rsid w:val="005E1857"/>
    <w:rsid w:val="005E1E1D"/>
    <w:rsid w:val="005E2160"/>
    <w:rsid w:val="005E2CB7"/>
    <w:rsid w:val="005E2EF1"/>
    <w:rsid w:val="005E386E"/>
    <w:rsid w:val="005E394E"/>
    <w:rsid w:val="005E3E5D"/>
    <w:rsid w:val="005E3EFB"/>
    <w:rsid w:val="005E46EB"/>
    <w:rsid w:val="005E6286"/>
    <w:rsid w:val="005E62B7"/>
    <w:rsid w:val="005E62BC"/>
    <w:rsid w:val="005E6C7D"/>
    <w:rsid w:val="005F06EF"/>
    <w:rsid w:val="005F0DB1"/>
    <w:rsid w:val="005F0EAC"/>
    <w:rsid w:val="005F216D"/>
    <w:rsid w:val="005F31D9"/>
    <w:rsid w:val="005F4614"/>
    <w:rsid w:val="005F4BEA"/>
    <w:rsid w:val="005F5366"/>
    <w:rsid w:val="005F5DA2"/>
    <w:rsid w:val="005F5E34"/>
    <w:rsid w:val="005F61A8"/>
    <w:rsid w:val="005F6B71"/>
    <w:rsid w:val="005F7AA5"/>
    <w:rsid w:val="00601227"/>
    <w:rsid w:val="00601A78"/>
    <w:rsid w:val="00602D21"/>
    <w:rsid w:val="006034B8"/>
    <w:rsid w:val="0060380C"/>
    <w:rsid w:val="00604D0F"/>
    <w:rsid w:val="006069A5"/>
    <w:rsid w:val="006069D1"/>
    <w:rsid w:val="00606CE2"/>
    <w:rsid w:val="0060760F"/>
    <w:rsid w:val="006076BC"/>
    <w:rsid w:val="00610400"/>
    <w:rsid w:val="006106A9"/>
    <w:rsid w:val="006107E8"/>
    <w:rsid w:val="00610ED2"/>
    <w:rsid w:val="00611425"/>
    <w:rsid w:val="00612208"/>
    <w:rsid w:val="00612969"/>
    <w:rsid w:val="00612B4B"/>
    <w:rsid w:val="00612F22"/>
    <w:rsid w:val="00613253"/>
    <w:rsid w:val="00613F1B"/>
    <w:rsid w:val="006148D8"/>
    <w:rsid w:val="00615A25"/>
    <w:rsid w:val="00616D25"/>
    <w:rsid w:val="00617AF5"/>
    <w:rsid w:val="006205EE"/>
    <w:rsid w:val="006209F8"/>
    <w:rsid w:val="00620FDC"/>
    <w:rsid w:val="00621302"/>
    <w:rsid w:val="006219A4"/>
    <w:rsid w:val="006222C1"/>
    <w:rsid w:val="006242B4"/>
    <w:rsid w:val="00625351"/>
    <w:rsid w:val="00626187"/>
    <w:rsid w:val="00627E34"/>
    <w:rsid w:val="00631846"/>
    <w:rsid w:val="0063235B"/>
    <w:rsid w:val="006323D2"/>
    <w:rsid w:val="00633057"/>
    <w:rsid w:val="00633DF6"/>
    <w:rsid w:val="0063414C"/>
    <w:rsid w:val="00634CE5"/>
    <w:rsid w:val="00635BE3"/>
    <w:rsid w:val="00636392"/>
    <w:rsid w:val="006365D8"/>
    <w:rsid w:val="00636EA0"/>
    <w:rsid w:val="006404AE"/>
    <w:rsid w:val="006408FD"/>
    <w:rsid w:val="00640D68"/>
    <w:rsid w:val="00641F6D"/>
    <w:rsid w:val="00642428"/>
    <w:rsid w:val="00642604"/>
    <w:rsid w:val="00643975"/>
    <w:rsid w:val="00643C8E"/>
    <w:rsid w:val="00644356"/>
    <w:rsid w:val="00644C53"/>
    <w:rsid w:val="00645D67"/>
    <w:rsid w:val="006461AA"/>
    <w:rsid w:val="00646DEF"/>
    <w:rsid w:val="0064723C"/>
    <w:rsid w:val="00650D52"/>
    <w:rsid w:val="00651FCD"/>
    <w:rsid w:val="0065401D"/>
    <w:rsid w:val="006558D8"/>
    <w:rsid w:val="00657681"/>
    <w:rsid w:val="00657AF5"/>
    <w:rsid w:val="00660C6E"/>
    <w:rsid w:val="00661F10"/>
    <w:rsid w:val="00661FDD"/>
    <w:rsid w:val="00662C5E"/>
    <w:rsid w:val="006633C6"/>
    <w:rsid w:val="00664503"/>
    <w:rsid w:val="00664548"/>
    <w:rsid w:val="006645F4"/>
    <w:rsid w:val="00665561"/>
    <w:rsid w:val="006656D8"/>
    <w:rsid w:val="0066626B"/>
    <w:rsid w:val="006667D1"/>
    <w:rsid w:val="0066682A"/>
    <w:rsid w:val="00666E63"/>
    <w:rsid w:val="0066726D"/>
    <w:rsid w:val="006672BF"/>
    <w:rsid w:val="00667BBA"/>
    <w:rsid w:val="006736D3"/>
    <w:rsid w:val="00673910"/>
    <w:rsid w:val="00673AAD"/>
    <w:rsid w:val="0067431B"/>
    <w:rsid w:val="00675157"/>
    <w:rsid w:val="00675F31"/>
    <w:rsid w:val="0067618E"/>
    <w:rsid w:val="00676F69"/>
    <w:rsid w:val="00681806"/>
    <w:rsid w:val="006829AF"/>
    <w:rsid w:val="006829CD"/>
    <w:rsid w:val="00682CD9"/>
    <w:rsid w:val="00683B98"/>
    <w:rsid w:val="0068419C"/>
    <w:rsid w:val="00684C43"/>
    <w:rsid w:val="006851A8"/>
    <w:rsid w:val="00685282"/>
    <w:rsid w:val="00686170"/>
    <w:rsid w:val="0069206A"/>
    <w:rsid w:val="00693567"/>
    <w:rsid w:val="00693AAB"/>
    <w:rsid w:val="00695562"/>
    <w:rsid w:val="006955FC"/>
    <w:rsid w:val="00695C7D"/>
    <w:rsid w:val="006973B1"/>
    <w:rsid w:val="006A12BF"/>
    <w:rsid w:val="006A14BD"/>
    <w:rsid w:val="006A1A06"/>
    <w:rsid w:val="006A1B62"/>
    <w:rsid w:val="006A21C5"/>
    <w:rsid w:val="006A2AD1"/>
    <w:rsid w:val="006A4BFF"/>
    <w:rsid w:val="006A6D48"/>
    <w:rsid w:val="006A6E96"/>
    <w:rsid w:val="006A7240"/>
    <w:rsid w:val="006B0A2C"/>
    <w:rsid w:val="006B239E"/>
    <w:rsid w:val="006B4152"/>
    <w:rsid w:val="006B4E66"/>
    <w:rsid w:val="006B6257"/>
    <w:rsid w:val="006B6514"/>
    <w:rsid w:val="006B665D"/>
    <w:rsid w:val="006B67D5"/>
    <w:rsid w:val="006B7015"/>
    <w:rsid w:val="006C1348"/>
    <w:rsid w:val="006C1DFB"/>
    <w:rsid w:val="006C35C7"/>
    <w:rsid w:val="006C3CA6"/>
    <w:rsid w:val="006C4195"/>
    <w:rsid w:val="006C5D60"/>
    <w:rsid w:val="006C6336"/>
    <w:rsid w:val="006C71AA"/>
    <w:rsid w:val="006D01F3"/>
    <w:rsid w:val="006D038C"/>
    <w:rsid w:val="006D131C"/>
    <w:rsid w:val="006D2696"/>
    <w:rsid w:val="006D399B"/>
    <w:rsid w:val="006D452E"/>
    <w:rsid w:val="006D4B22"/>
    <w:rsid w:val="006D4CD5"/>
    <w:rsid w:val="006D558D"/>
    <w:rsid w:val="006D570C"/>
    <w:rsid w:val="006D64F6"/>
    <w:rsid w:val="006D74E8"/>
    <w:rsid w:val="006E0436"/>
    <w:rsid w:val="006E0621"/>
    <w:rsid w:val="006E2C92"/>
    <w:rsid w:val="006E2E39"/>
    <w:rsid w:val="006E3B7E"/>
    <w:rsid w:val="006E6904"/>
    <w:rsid w:val="006E7702"/>
    <w:rsid w:val="006E7A24"/>
    <w:rsid w:val="006E7A80"/>
    <w:rsid w:val="006F02FE"/>
    <w:rsid w:val="006F0ECC"/>
    <w:rsid w:val="006F1922"/>
    <w:rsid w:val="006F1A18"/>
    <w:rsid w:val="006F1CFB"/>
    <w:rsid w:val="006F21CC"/>
    <w:rsid w:val="006F34A9"/>
    <w:rsid w:val="006F4237"/>
    <w:rsid w:val="006F4632"/>
    <w:rsid w:val="006F4E95"/>
    <w:rsid w:val="006F5143"/>
    <w:rsid w:val="006F56AB"/>
    <w:rsid w:val="006F6140"/>
    <w:rsid w:val="006F6B29"/>
    <w:rsid w:val="006F6D24"/>
    <w:rsid w:val="006F6D55"/>
    <w:rsid w:val="006F7CEE"/>
    <w:rsid w:val="007001FF"/>
    <w:rsid w:val="007002E5"/>
    <w:rsid w:val="007002EC"/>
    <w:rsid w:val="007009E1"/>
    <w:rsid w:val="00700F90"/>
    <w:rsid w:val="00701F33"/>
    <w:rsid w:val="00702314"/>
    <w:rsid w:val="00702687"/>
    <w:rsid w:val="00703D5E"/>
    <w:rsid w:val="0070573F"/>
    <w:rsid w:val="00705A90"/>
    <w:rsid w:val="007060A8"/>
    <w:rsid w:val="00706363"/>
    <w:rsid w:val="00706BF3"/>
    <w:rsid w:val="0071041D"/>
    <w:rsid w:val="00710B1B"/>
    <w:rsid w:val="00710E51"/>
    <w:rsid w:val="00710ECD"/>
    <w:rsid w:val="00713517"/>
    <w:rsid w:val="00714F90"/>
    <w:rsid w:val="00714F96"/>
    <w:rsid w:val="00715B08"/>
    <w:rsid w:val="00715B6E"/>
    <w:rsid w:val="00715F70"/>
    <w:rsid w:val="0071641C"/>
    <w:rsid w:val="00716B88"/>
    <w:rsid w:val="0071727A"/>
    <w:rsid w:val="00717D50"/>
    <w:rsid w:val="007205AA"/>
    <w:rsid w:val="00720A62"/>
    <w:rsid w:val="00720ACA"/>
    <w:rsid w:val="00720B59"/>
    <w:rsid w:val="00720C4C"/>
    <w:rsid w:val="00721102"/>
    <w:rsid w:val="00721BDE"/>
    <w:rsid w:val="00722E4B"/>
    <w:rsid w:val="00724440"/>
    <w:rsid w:val="00725475"/>
    <w:rsid w:val="00727168"/>
    <w:rsid w:val="00727772"/>
    <w:rsid w:val="007303D4"/>
    <w:rsid w:val="007314A1"/>
    <w:rsid w:val="00731939"/>
    <w:rsid w:val="00731FA9"/>
    <w:rsid w:val="007327C7"/>
    <w:rsid w:val="00732AF1"/>
    <w:rsid w:val="00732F73"/>
    <w:rsid w:val="007332BB"/>
    <w:rsid w:val="007336CC"/>
    <w:rsid w:val="00733761"/>
    <w:rsid w:val="00733C11"/>
    <w:rsid w:val="00733D7A"/>
    <w:rsid w:val="007360DF"/>
    <w:rsid w:val="0073711E"/>
    <w:rsid w:val="00737269"/>
    <w:rsid w:val="0073728A"/>
    <w:rsid w:val="007375B2"/>
    <w:rsid w:val="007403A2"/>
    <w:rsid w:val="007412CD"/>
    <w:rsid w:val="00741A67"/>
    <w:rsid w:val="00743665"/>
    <w:rsid w:val="00743E27"/>
    <w:rsid w:val="0074504A"/>
    <w:rsid w:val="00745C84"/>
    <w:rsid w:val="00745D4F"/>
    <w:rsid w:val="0074608B"/>
    <w:rsid w:val="00746904"/>
    <w:rsid w:val="00746994"/>
    <w:rsid w:val="00746AE0"/>
    <w:rsid w:val="00747286"/>
    <w:rsid w:val="007479DF"/>
    <w:rsid w:val="00752747"/>
    <w:rsid w:val="007527DE"/>
    <w:rsid w:val="0075291D"/>
    <w:rsid w:val="00752E53"/>
    <w:rsid w:val="00754682"/>
    <w:rsid w:val="00755A6D"/>
    <w:rsid w:val="00757596"/>
    <w:rsid w:val="007603B0"/>
    <w:rsid w:val="00760998"/>
    <w:rsid w:val="00762DD3"/>
    <w:rsid w:val="00763588"/>
    <w:rsid w:val="00767845"/>
    <w:rsid w:val="00767B6B"/>
    <w:rsid w:val="00770263"/>
    <w:rsid w:val="00770C18"/>
    <w:rsid w:val="00772505"/>
    <w:rsid w:val="0077280C"/>
    <w:rsid w:val="00772E29"/>
    <w:rsid w:val="00773554"/>
    <w:rsid w:val="00773C7B"/>
    <w:rsid w:val="00774EDF"/>
    <w:rsid w:val="007769E0"/>
    <w:rsid w:val="00776E6A"/>
    <w:rsid w:val="007770F1"/>
    <w:rsid w:val="007778F2"/>
    <w:rsid w:val="00777BD7"/>
    <w:rsid w:val="00780D38"/>
    <w:rsid w:val="00782522"/>
    <w:rsid w:val="00783377"/>
    <w:rsid w:val="00785101"/>
    <w:rsid w:val="00787664"/>
    <w:rsid w:val="007916E8"/>
    <w:rsid w:val="0079238B"/>
    <w:rsid w:val="007923DA"/>
    <w:rsid w:val="007929AD"/>
    <w:rsid w:val="00792A9B"/>
    <w:rsid w:val="00792AC9"/>
    <w:rsid w:val="0079378B"/>
    <w:rsid w:val="00793BBC"/>
    <w:rsid w:val="00794CD1"/>
    <w:rsid w:val="00794F88"/>
    <w:rsid w:val="007953DA"/>
    <w:rsid w:val="007968DB"/>
    <w:rsid w:val="00796BB2"/>
    <w:rsid w:val="007A06E9"/>
    <w:rsid w:val="007A1677"/>
    <w:rsid w:val="007A18E1"/>
    <w:rsid w:val="007A1C50"/>
    <w:rsid w:val="007A5C17"/>
    <w:rsid w:val="007A61D9"/>
    <w:rsid w:val="007A73C2"/>
    <w:rsid w:val="007A757F"/>
    <w:rsid w:val="007B0C43"/>
    <w:rsid w:val="007B0D6D"/>
    <w:rsid w:val="007B1BB3"/>
    <w:rsid w:val="007B40BC"/>
    <w:rsid w:val="007B4A0F"/>
    <w:rsid w:val="007B4B49"/>
    <w:rsid w:val="007B4B9B"/>
    <w:rsid w:val="007B5013"/>
    <w:rsid w:val="007C02ED"/>
    <w:rsid w:val="007C121B"/>
    <w:rsid w:val="007C166C"/>
    <w:rsid w:val="007C27DE"/>
    <w:rsid w:val="007C478F"/>
    <w:rsid w:val="007C6890"/>
    <w:rsid w:val="007C6AA1"/>
    <w:rsid w:val="007D019B"/>
    <w:rsid w:val="007D04E0"/>
    <w:rsid w:val="007D093A"/>
    <w:rsid w:val="007D0E7C"/>
    <w:rsid w:val="007D124E"/>
    <w:rsid w:val="007D149B"/>
    <w:rsid w:val="007D1C17"/>
    <w:rsid w:val="007D3486"/>
    <w:rsid w:val="007D4109"/>
    <w:rsid w:val="007D41AE"/>
    <w:rsid w:val="007D4739"/>
    <w:rsid w:val="007D54F4"/>
    <w:rsid w:val="007D7C37"/>
    <w:rsid w:val="007E012B"/>
    <w:rsid w:val="007E030B"/>
    <w:rsid w:val="007E1D7C"/>
    <w:rsid w:val="007E201A"/>
    <w:rsid w:val="007E37F0"/>
    <w:rsid w:val="007E385E"/>
    <w:rsid w:val="007E389D"/>
    <w:rsid w:val="007E5174"/>
    <w:rsid w:val="007E5F53"/>
    <w:rsid w:val="007E6638"/>
    <w:rsid w:val="007E6C24"/>
    <w:rsid w:val="007E6FA0"/>
    <w:rsid w:val="007E7F65"/>
    <w:rsid w:val="007F0307"/>
    <w:rsid w:val="007F132E"/>
    <w:rsid w:val="007F14E7"/>
    <w:rsid w:val="007F1EB6"/>
    <w:rsid w:val="007F3F2B"/>
    <w:rsid w:val="007F4066"/>
    <w:rsid w:val="007F581E"/>
    <w:rsid w:val="008010DB"/>
    <w:rsid w:val="008011BF"/>
    <w:rsid w:val="00801C0A"/>
    <w:rsid w:val="008025CC"/>
    <w:rsid w:val="00804C72"/>
    <w:rsid w:val="00805470"/>
    <w:rsid w:val="00806326"/>
    <w:rsid w:val="00806D5E"/>
    <w:rsid w:val="008072C3"/>
    <w:rsid w:val="0081158B"/>
    <w:rsid w:val="00811FCE"/>
    <w:rsid w:val="008120E5"/>
    <w:rsid w:val="008129A2"/>
    <w:rsid w:val="00812BCE"/>
    <w:rsid w:val="0081324D"/>
    <w:rsid w:val="00813382"/>
    <w:rsid w:val="008135C0"/>
    <w:rsid w:val="008138EC"/>
    <w:rsid w:val="008148F6"/>
    <w:rsid w:val="00814EF4"/>
    <w:rsid w:val="008167C8"/>
    <w:rsid w:val="00816915"/>
    <w:rsid w:val="00816F15"/>
    <w:rsid w:val="00817CB7"/>
    <w:rsid w:val="008200FA"/>
    <w:rsid w:val="00820D17"/>
    <w:rsid w:val="0082111A"/>
    <w:rsid w:val="00821C56"/>
    <w:rsid w:val="00821F80"/>
    <w:rsid w:val="008223DB"/>
    <w:rsid w:val="008224C8"/>
    <w:rsid w:val="0082292D"/>
    <w:rsid w:val="00822D15"/>
    <w:rsid w:val="008230BB"/>
    <w:rsid w:val="00824AEA"/>
    <w:rsid w:val="00824D85"/>
    <w:rsid w:val="008252ED"/>
    <w:rsid w:val="008255AB"/>
    <w:rsid w:val="00826A5C"/>
    <w:rsid w:val="008272F0"/>
    <w:rsid w:val="0082734C"/>
    <w:rsid w:val="00827608"/>
    <w:rsid w:val="00827D9E"/>
    <w:rsid w:val="00827DD0"/>
    <w:rsid w:val="00827F63"/>
    <w:rsid w:val="00831BB5"/>
    <w:rsid w:val="00833C58"/>
    <w:rsid w:val="008342F7"/>
    <w:rsid w:val="008349E6"/>
    <w:rsid w:val="00834AEE"/>
    <w:rsid w:val="00836C8F"/>
    <w:rsid w:val="00840AD4"/>
    <w:rsid w:val="00840CB0"/>
    <w:rsid w:val="008412FC"/>
    <w:rsid w:val="00841347"/>
    <w:rsid w:val="00841782"/>
    <w:rsid w:val="00841E17"/>
    <w:rsid w:val="008421A1"/>
    <w:rsid w:val="00842314"/>
    <w:rsid w:val="00842CF7"/>
    <w:rsid w:val="008434D5"/>
    <w:rsid w:val="00845C3E"/>
    <w:rsid w:val="00846F97"/>
    <w:rsid w:val="008476D0"/>
    <w:rsid w:val="008520E2"/>
    <w:rsid w:val="00852801"/>
    <w:rsid w:val="00852AD9"/>
    <w:rsid w:val="008552FC"/>
    <w:rsid w:val="0085573D"/>
    <w:rsid w:val="008562AD"/>
    <w:rsid w:val="008608C5"/>
    <w:rsid w:val="00860F0E"/>
    <w:rsid w:val="0086132E"/>
    <w:rsid w:val="00861F1B"/>
    <w:rsid w:val="00864D35"/>
    <w:rsid w:val="00865174"/>
    <w:rsid w:val="00865647"/>
    <w:rsid w:val="008677F5"/>
    <w:rsid w:val="00867AC5"/>
    <w:rsid w:val="00867FE3"/>
    <w:rsid w:val="00870B54"/>
    <w:rsid w:val="00870FFB"/>
    <w:rsid w:val="00871647"/>
    <w:rsid w:val="0087177F"/>
    <w:rsid w:val="00872755"/>
    <w:rsid w:val="008741E2"/>
    <w:rsid w:val="00874554"/>
    <w:rsid w:val="008745FF"/>
    <w:rsid w:val="0087574F"/>
    <w:rsid w:val="00875EC0"/>
    <w:rsid w:val="0087694F"/>
    <w:rsid w:val="0087774B"/>
    <w:rsid w:val="00881E48"/>
    <w:rsid w:val="00881F15"/>
    <w:rsid w:val="00883127"/>
    <w:rsid w:val="00883B90"/>
    <w:rsid w:val="00884366"/>
    <w:rsid w:val="00884903"/>
    <w:rsid w:val="00885CC3"/>
    <w:rsid w:val="00885FC6"/>
    <w:rsid w:val="008867AA"/>
    <w:rsid w:val="00887A86"/>
    <w:rsid w:val="00887ED1"/>
    <w:rsid w:val="00890013"/>
    <w:rsid w:val="00890032"/>
    <w:rsid w:val="00890A26"/>
    <w:rsid w:val="0089102A"/>
    <w:rsid w:val="008914F3"/>
    <w:rsid w:val="00891B50"/>
    <w:rsid w:val="00892308"/>
    <w:rsid w:val="00892CDB"/>
    <w:rsid w:val="00892E0F"/>
    <w:rsid w:val="00893B9E"/>
    <w:rsid w:val="008940F2"/>
    <w:rsid w:val="008948C8"/>
    <w:rsid w:val="008958AB"/>
    <w:rsid w:val="0089614D"/>
    <w:rsid w:val="00896313"/>
    <w:rsid w:val="00896BC0"/>
    <w:rsid w:val="00897435"/>
    <w:rsid w:val="00897AC3"/>
    <w:rsid w:val="008A00EC"/>
    <w:rsid w:val="008A01A6"/>
    <w:rsid w:val="008A06B7"/>
    <w:rsid w:val="008A087E"/>
    <w:rsid w:val="008A0926"/>
    <w:rsid w:val="008A238D"/>
    <w:rsid w:val="008A3809"/>
    <w:rsid w:val="008A3940"/>
    <w:rsid w:val="008A4781"/>
    <w:rsid w:val="008A55B3"/>
    <w:rsid w:val="008A5715"/>
    <w:rsid w:val="008A5CD4"/>
    <w:rsid w:val="008A6E36"/>
    <w:rsid w:val="008A7686"/>
    <w:rsid w:val="008A77F4"/>
    <w:rsid w:val="008A7DB5"/>
    <w:rsid w:val="008A7F1E"/>
    <w:rsid w:val="008B0575"/>
    <w:rsid w:val="008B08C3"/>
    <w:rsid w:val="008B0AA2"/>
    <w:rsid w:val="008B0B53"/>
    <w:rsid w:val="008B13E1"/>
    <w:rsid w:val="008B179E"/>
    <w:rsid w:val="008B1E0B"/>
    <w:rsid w:val="008B2010"/>
    <w:rsid w:val="008B2261"/>
    <w:rsid w:val="008B2E2D"/>
    <w:rsid w:val="008B3887"/>
    <w:rsid w:val="008B3A56"/>
    <w:rsid w:val="008B3C8F"/>
    <w:rsid w:val="008B4FEF"/>
    <w:rsid w:val="008B591D"/>
    <w:rsid w:val="008B5B00"/>
    <w:rsid w:val="008B6490"/>
    <w:rsid w:val="008B7798"/>
    <w:rsid w:val="008B7F12"/>
    <w:rsid w:val="008C032E"/>
    <w:rsid w:val="008C0D1C"/>
    <w:rsid w:val="008C1321"/>
    <w:rsid w:val="008C1F8C"/>
    <w:rsid w:val="008C255D"/>
    <w:rsid w:val="008C3636"/>
    <w:rsid w:val="008C423C"/>
    <w:rsid w:val="008C5133"/>
    <w:rsid w:val="008C5851"/>
    <w:rsid w:val="008C5B71"/>
    <w:rsid w:val="008C6454"/>
    <w:rsid w:val="008C6465"/>
    <w:rsid w:val="008C7B83"/>
    <w:rsid w:val="008C7DC8"/>
    <w:rsid w:val="008D22AB"/>
    <w:rsid w:val="008D2BD5"/>
    <w:rsid w:val="008D4612"/>
    <w:rsid w:val="008D48E8"/>
    <w:rsid w:val="008D4973"/>
    <w:rsid w:val="008D4A7D"/>
    <w:rsid w:val="008D4A82"/>
    <w:rsid w:val="008D4F2A"/>
    <w:rsid w:val="008D5FEB"/>
    <w:rsid w:val="008D6824"/>
    <w:rsid w:val="008E011B"/>
    <w:rsid w:val="008E01BD"/>
    <w:rsid w:val="008E1AFA"/>
    <w:rsid w:val="008E2681"/>
    <w:rsid w:val="008E4B72"/>
    <w:rsid w:val="008E4FAF"/>
    <w:rsid w:val="008E54FD"/>
    <w:rsid w:val="008F1AA8"/>
    <w:rsid w:val="008F1F97"/>
    <w:rsid w:val="008F209A"/>
    <w:rsid w:val="008F25DE"/>
    <w:rsid w:val="008F2794"/>
    <w:rsid w:val="008F3D69"/>
    <w:rsid w:val="008F40D0"/>
    <w:rsid w:val="008F4432"/>
    <w:rsid w:val="008F5201"/>
    <w:rsid w:val="008F59DE"/>
    <w:rsid w:val="008F6918"/>
    <w:rsid w:val="00900206"/>
    <w:rsid w:val="00901602"/>
    <w:rsid w:val="00903E3D"/>
    <w:rsid w:val="00903E9D"/>
    <w:rsid w:val="0090408D"/>
    <w:rsid w:val="00905124"/>
    <w:rsid w:val="00905462"/>
    <w:rsid w:val="009054F9"/>
    <w:rsid w:val="00905BC4"/>
    <w:rsid w:val="00906AEA"/>
    <w:rsid w:val="0091144D"/>
    <w:rsid w:val="00914031"/>
    <w:rsid w:val="00914C5E"/>
    <w:rsid w:val="009167AB"/>
    <w:rsid w:val="009171D4"/>
    <w:rsid w:val="00920979"/>
    <w:rsid w:val="009209F4"/>
    <w:rsid w:val="00920A62"/>
    <w:rsid w:val="00920DC4"/>
    <w:rsid w:val="00921AF9"/>
    <w:rsid w:val="00922E3D"/>
    <w:rsid w:val="009243D4"/>
    <w:rsid w:val="00924550"/>
    <w:rsid w:val="0092548C"/>
    <w:rsid w:val="00925B03"/>
    <w:rsid w:val="0092602F"/>
    <w:rsid w:val="0092626D"/>
    <w:rsid w:val="00926726"/>
    <w:rsid w:val="009302C3"/>
    <w:rsid w:val="009309C2"/>
    <w:rsid w:val="0093170A"/>
    <w:rsid w:val="00931B09"/>
    <w:rsid w:val="009329F0"/>
    <w:rsid w:val="00932BAA"/>
    <w:rsid w:val="009337D4"/>
    <w:rsid w:val="00933A0A"/>
    <w:rsid w:val="00935D6D"/>
    <w:rsid w:val="009368D0"/>
    <w:rsid w:val="009377C5"/>
    <w:rsid w:val="00937AE5"/>
    <w:rsid w:val="00937B07"/>
    <w:rsid w:val="00940285"/>
    <w:rsid w:val="00941551"/>
    <w:rsid w:val="00941A04"/>
    <w:rsid w:val="00942948"/>
    <w:rsid w:val="00943CC0"/>
    <w:rsid w:val="009447E2"/>
    <w:rsid w:val="0094595A"/>
    <w:rsid w:val="00945FED"/>
    <w:rsid w:val="00946FD4"/>
    <w:rsid w:val="00950566"/>
    <w:rsid w:val="00951220"/>
    <w:rsid w:val="0095236C"/>
    <w:rsid w:val="00952424"/>
    <w:rsid w:val="009525AC"/>
    <w:rsid w:val="00952C0C"/>
    <w:rsid w:val="0095327F"/>
    <w:rsid w:val="009539FE"/>
    <w:rsid w:val="009545FC"/>
    <w:rsid w:val="0095480A"/>
    <w:rsid w:val="00954E05"/>
    <w:rsid w:val="00956D04"/>
    <w:rsid w:val="00957F82"/>
    <w:rsid w:val="00960508"/>
    <w:rsid w:val="009609E1"/>
    <w:rsid w:val="009627FA"/>
    <w:rsid w:val="00962957"/>
    <w:rsid w:val="00963E9E"/>
    <w:rsid w:val="00963EAF"/>
    <w:rsid w:val="00964018"/>
    <w:rsid w:val="009647B9"/>
    <w:rsid w:val="00965507"/>
    <w:rsid w:val="00965C8F"/>
    <w:rsid w:val="00966177"/>
    <w:rsid w:val="009673FE"/>
    <w:rsid w:val="00971124"/>
    <w:rsid w:val="00972623"/>
    <w:rsid w:val="00974458"/>
    <w:rsid w:val="00974527"/>
    <w:rsid w:val="00975B59"/>
    <w:rsid w:val="0097605A"/>
    <w:rsid w:val="009763FC"/>
    <w:rsid w:val="00980917"/>
    <w:rsid w:val="009812F4"/>
    <w:rsid w:val="00981B15"/>
    <w:rsid w:val="00981C85"/>
    <w:rsid w:val="00981DBB"/>
    <w:rsid w:val="009830C6"/>
    <w:rsid w:val="009831BD"/>
    <w:rsid w:val="00983C6D"/>
    <w:rsid w:val="00983D73"/>
    <w:rsid w:val="00984226"/>
    <w:rsid w:val="00984690"/>
    <w:rsid w:val="00985B6F"/>
    <w:rsid w:val="00986178"/>
    <w:rsid w:val="00986461"/>
    <w:rsid w:val="00986E13"/>
    <w:rsid w:val="00987584"/>
    <w:rsid w:val="00987630"/>
    <w:rsid w:val="0098788F"/>
    <w:rsid w:val="009914F1"/>
    <w:rsid w:val="00992268"/>
    <w:rsid w:val="00992CB0"/>
    <w:rsid w:val="0099435B"/>
    <w:rsid w:val="00995509"/>
    <w:rsid w:val="00995E93"/>
    <w:rsid w:val="00996D82"/>
    <w:rsid w:val="009A0C8F"/>
    <w:rsid w:val="009A0F2D"/>
    <w:rsid w:val="009A0F8E"/>
    <w:rsid w:val="009A151E"/>
    <w:rsid w:val="009A2572"/>
    <w:rsid w:val="009A26DD"/>
    <w:rsid w:val="009A2955"/>
    <w:rsid w:val="009A3266"/>
    <w:rsid w:val="009A3508"/>
    <w:rsid w:val="009A3690"/>
    <w:rsid w:val="009A374F"/>
    <w:rsid w:val="009A3DB4"/>
    <w:rsid w:val="009A412D"/>
    <w:rsid w:val="009A4693"/>
    <w:rsid w:val="009A49FA"/>
    <w:rsid w:val="009A4ABC"/>
    <w:rsid w:val="009A6503"/>
    <w:rsid w:val="009A6D84"/>
    <w:rsid w:val="009A782A"/>
    <w:rsid w:val="009A7862"/>
    <w:rsid w:val="009A7F66"/>
    <w:rsid w:val="009B01F9"/>
    <w:rsid w:val="009B0FC4"/>
    <w:rsid w:val="009B2AFA"/>
    <w:rsid w:val="009B2D93"/>
    <w:rsid w:val="009B30E5"/>
    <w:rsid w:val="009B33BE"/>
    <w:rsid w:val="009B36A1"/>
    <w:rsid w:val="009B4758"/>
    <w:rsid w:val="009B4AD0"/>
    <w:rsid w:val="009B4D64"/>
    <w:rsid w:val="009B69C1"/>
    <w:rsid w:val="009B733C"/>
    <w:rsid w:val="009C0175"/>
    <w:rsid w:val="009C03FF"/>
    <w:rsid w:val="009C1AB3"/>
    <w:rsid w:val="009C1B1C"/>
    <w:rsid w:val="009C465A"/>
    <w:rsid w:val="009C47BC"/>
    <w:rsid w:val="009C6234"/>
    <w:rsid w:val="009C691B"/>
    <w:rsid w:val="009C6D4D"/>
    <w:rsid w:val="009C788D"/>
    <w:rsid w:val="009D042B"/>
    <w:rsid w:val="009D0F7C"/>
    <w:rsid w:val="009D1E62"/>
    <w:rsid w:val="009D223C"/>
    <w:rsid w:val="009D3244"/>
    <w:rsid w:val="009D4AFD"/>
    <w:rsid w:val="009D4B42"/>
    <w:rsid w:val="009D7430"/>
    <w:rsid w:val="009D77E4"/>
    <w:rsid w:val="009D7884"/>
    <w:rsid w:val="009E007A"/>
    <w:rsid w:val="009E013F"/>
    <w:rsid w:val="009E1262"/>
    <w:rsid w:val="009E1B18"/>
    <w:rsid w:val="009E20F1"/>
    <w:rsid w:val="009E3D21"/>
    <w:rsid w:val="009E4AB1"/>
    <w:rsid w:val="009E4D7A"/>
    <w:rsid w:val="009E5CB8"/>
    <w:rsid w:val="009E6B4F"/>
    <w:rsid w:val="009E6B72"/>
    <w:rsid w:val="009E70E6"/>
    <w:rsid w:val="009F117A"/>
    <w:rsid w:val="009F1BA5"/>
    <w:rsid w:val="009F20F6"/>
    <w:rsid w:val="009F2794"/>
    <w:rsid w:val="009F362C"/>
    <w:rsid w:val="009F3F03"/>
    <w:rsid w:val="009F4CA0"/>
    <w:rsid w:val="009F5974"/>
    <w:rsid w:val="009F6B56"/>
    <w:rsid w:val="009F711B"/>
    <w:rsid w:val="009F744D"/>
    <w:rsid w:val="009F78FA"/>
    <w:rsid w:val="009F7A25"/>
    <w:rsid w:val="00A006E8"/>
    <w:rsid w:val="00A02EC3"/>
    <w:rsid w:val="00A052E9"/>
    <w:rsid w:val="00A05B60"/>
    <w:rsid w:val="00A05EDD"/>
    <w:rsid w:val="00A06554"/>
    <w:rsid w:val="00A10BB4"/>
    <w:rsid w:val="00A10CDA"/>
    <w:rsid w:val="00A10F81"/>
    <w:rsid w:val="00A1174A"/>
    <w:rsid w:val="00A1198A"/>
    <w:rsid w:val="00A1264D"/>
    <w:rsid w:val="00A12CE4"/>
    <w:rsid w:val="00A136AE"/>
    <w:rsid w:val="00A13756"/>
    <w:rsid w:val="00A13B2F"/>
    <w:rsid w:val="00A14C14"/>
    <w:rsid w:val="00A14C5C"/>
    <w:rsid w:val="00A17E5F"/>
    <w:rsid w:val="00A2017E"/>
    <w:rsid w:val="00A2047A"/>
    <w:rsid w:val="00A20A8D"/>
    <w:rsid w:val="00A2115C"/>
    <w:rsid w:val="00A2196B"/>
    <w:rsid w:val="00A238C2"/>
    <w:rsid w:val="00A23F1C"/>
    <w:rsid w:val="00A26172"/>
    <w:rsid w:val="00A26235"/>
    <w:rsid w:val="00A264F0"/>
    <w:rsid w:val="00A26592"/>
    <w:rsid w:val="00A26764"/>
    <w:rsid w:val="00A26B06"/>
    <w:rsid w:val="00A27ED4"/>
    <w:rsid w:val="00A309D9"/>
    <w:rsid w:val="00A30BBB"/>
    <w:rsid w:val="00A3124E"/>
    <w:rsid w:val="00A3284D"/>
    <w:rsid w:val="00A343BA"/>
    <w:rsid w:val="00A34923"/>
    <w:rsid w:val="00A34DB0"/>
    <w:rsid w:val="00A34FB6"/>
    <w:rsid w:val="00A35883"/>
    <w:rsid w:val="00A3589A"/>
    <w:rsid w:val="00A361D1"/>
    <w:rsid w:val="00A378AC"/>
    <w:rsid w:val="00A3797E"/>
    <w:rsid w:val="00A37B5C"/>
    <w:rsid w:val="00A37E2F"/>
    <w:rsid w:val="00A37F29"/>
    <w:rsid w:val="00A37F96"/>
    <w:rsid w:val="00A40F7E"/>
    <w:rsid w:val="00A413FC"/>
    <w:rsid w:val="00A41408"/>
    <w:rsid w:val="00A4203B"/>
    <w:rsid w:val="00A420FB"/>
    <w:rsid w:val="00A42F09"/>
    <w:rsid w:val="00A43350"/>
    <w:rsid w:val="00A43CAB"/>
    <w:rsid w:val="00A43F15"/>
    <w:rsid w:val="00A45C4E"/>
    <w:rsid w:val="00A46668"/>
    <w:rsid w:val="00A519D9"/>
    <w:rsid w:val="00A5203B"/>
    <w:rsid w:val="00A53392"/>
    <w:rsid w:val="00A53C11"/>
    <w:rsid w:val="00A543EB"/>
    <w:rsid w:val="00A54D33"/>
    <w:rsid w:val="00A55492"/>
    <w:rsid w:val="00A565D9"/>
    <w:rsid w:val="00A56A6B"/>
    <w:rsid w:val="00A57392"/>
    <w:rsid w:val="00A57967"/>
    <w:rsid w:val="00A60A43"/>
    <w:rsid w:val="00A61ED2"/>
    <w:rsid w:val="00A62088"/>
    <w:rsid w:val="00A627F9"/>
    <w:rsid w:val="00A62EA7"/>
    <w:rsid w:val="00A63F68"/>
    <w:rsid w:val="00A64083"/>
    <w:rsid w:val="00A655EA"/>
    <w:rsid w:val="00A655ED"/>
    <w:rsid w:val="00A65959"/>
    <w:rsid w:val="00A65C84"/>
    <w:rsid w:val="00A6631E"/>
    <w:rsid w:val="00A676EB"/>
    <w:rsid w:val="00A70D0E"/>
    <w:rsid w:val="00A718CE"/>
    <w:rsid w:val="00A71F5F"/>
    <w:rsid w:val="00A73208"/>
    <w:rsid w:val="00A73E88"/>
    <w:rsid w:val="00A74455"/>
    <w:rsid w:val="00A752F5"/>
    <w:rsid w:val="00A75A20"/>
    <w:rsid w:val="00A75AE0"/>
    <w:rsid w:val="00A76B61"/>
    <w:rsid w:val="00A76FEE"/>
    <w:rsid w:val="00A800A0"/>
    <w:rsid w:val="00A81208"/>
    <w:rsid w:val="00A81F36"/>
    <w:rsid w:val="00A82E2D"/>
    <w:rsid w:val="00A85753"/>
    <w:rsid w:val="00A858DD"/>
    <w:rsid w:val="00A85995"/>
    <w:rsid w:val="00A85DB4"/>
    <w:rsid w:val="00A86EFC"/>
    <w:rsid w:val="00A879ED"/>
    <w:rsid w:val="00A87D58"/>
    <w:rsid w:val="00A92EFB"/>
    <w:rsid w:val="00A933C8"/>
    <w:rsid w:val="00A9442A"/>
    <w:rsid w:val="00A94869"/>
    <w:rsid w:val="00A94C0A"/>
    <w:rsid w:val="00A95E0F"/>
    <w:rsid w:val="00A96978"/>
    <w:rsid w:val="00A96E5E"/>
    <w:rsid w:val="00A96E9A"/>
    <w:rsid w:val="00A970AE"/>
    <w:rsid w:val="00A978BD"/>
    <w:rsid w:val="00AA0213"/>
    <w:rsid w:val="00AA02C2"/>
    <w:rsid w:val="00AA0377"/>
    <w:rsid w:val="00AA08A0"/>
    <w:rsid w:val="00AA10F0"/>
    <w:rsid w:val="00AA2198"/>
    <w:rsid w:val="00AA24C3"/>
    <w:rsid w:val="00AA3507"/>
    <w:rsid w:val="00AA421C"/>
    <w:rsid w:val="00AA423B"/>
    <w:rsid w:val="00AA4447"/>
    <w:rsid w:val="00AA5096"/>
    <w:rsid w:val="00AA6909"/>
    <w:rsid w:val="00AA7830"/>
    <w:rsid w:val="00AB1421"/>
    <w:rsid w:val="00AB1E49"/>
    <w:rsid w:val="00AB25B2"/>
    <w:rsid w:val="00AB264E"/>
    <w:rsid w:val="00AB306A"/>
    <w:rsid w:val="00AB3551"/>
    <w:rsid w:val="00AB411A"/>
    <w:rsid w:val="00AB42A1"/>
    <w:rsid w:val="00AB44E1"/>
    <w:rsid w:val="00AB4ADF"/>
    <w:rsid w:val="00AB569C"/>
    <w:rsid w:val="00AB6849"/>
    <w:rsid w:val="00AB7919"/>
    <w:rsid w:val="00AC0DB5"/>
    <w:rsid w:val="00AC113C"/>
    <w:rsid w:val="00AC12B5"/>
    <w:rsid w:val="00AC172A"/>
    <w:rsid w:val="00AC185E"/>
    <w:rsid w:val="00AC1BAF"/>
    <w:rsid w:val="00AC2C28"/>
    <w:rsid w:val="00AC68D8"/>
    <w:rsid w:val="00AC71F3"/>
    <w:rsid w:val="00AC7430"/>
    <w:rsid w:val="00AC7956"/>
    <w:rsid w:val="00AC7AB4"/>
    <w:rsid w:val="00AC7B65"/>
    <w:rsid w:val="00AD0A5F"/>
    <w:rsid w:val="00AD11DF"/>
    <w:rsid w:val="00AD1258"/>
    <w:rsid w:val="00AD1418"/>
    <w:rsid w:val="00AD17D3"/>
    <w:rsid w:val="00AD2289"/>
    <w:rsid w:val="00AD2A7E"/>
    <w:rsid w:val="00AD2BC1"/>
    <w:rsid w:val="00AD2EB3"/>
    <w:rsid w:val="00AD3C03"/>
    <w:rsid w:val="00AD3C4E"/>
    <w:rsid w:val="00AD3FF5"/>
    <w:rsid w:val="00AD44FC"/>
    <w:rsid w:val="00AD4684"/>
    <w:rsid w:val="00AD4DDC"/>
    <w:rsid w:val="00AD4EEF"/>
    <w:rsid w:val="00AD6D26"/>
    <w:rsid w:val="00AE074B"/>
    <w:rsid w:val="00AE1D3F"/>
    <w:rsid w:val="00AE2773"/>
    <w:rsid w:val="00AE2D5A"/>
    <w:rsid w:val="00AE3041"/>
    <w:rsid w:val="00AE4BC1"/>
    <w:rsid w:val="00AE5009"/>
    <w:rsid w:val="00AE5F3E"/>
    <w:rsid w:val="00AE6E4C"/>
    <w:rsid w:val="00AE722F"/>
    <w:rsid w:val="00AE77B3"/>
    <w:rsid w:val="00AE77CE"/>
    <w:rsid w:val="00AE7DD1"/>
    <w:rsid w:val="00AF0DAC"/>
    <w:rsid w:val="00AF202F"/>
    <w:rsid w:val="00AF3DA5"/>
    <w:rsid w:val="00AF5A1F"/>
    <w:rsid w:val="00AF6252"/>
    <w:rsid w:val="00AF7059"/>
    <w:rsid w:val="00AF748E"/>
    <w:rsid w:val="00AF77E4"/>
    <w:rsid w:val="00AF78DC"/>
    <w:rsid w:val="00B009F0"/>
    <w:rsid w:val="00B0214C"/>
    <w:rsid w:val="00B02372"/>
    <w:rsid w:val="00B02E17"/>
    <w:rsid w:val="00B03683"/>
    <w:rsid w:val="00B03A82"/>
    <w:rsid w:val="00B0516C"/>
    <w:rsid w:val="00B07286"/>
    <w:rsid w:val="00B07574"/>
    <w:rsid w:val="00B07A13"/>
    <w:rsid w:val="00B11116"/>
    <w:rsid w:val="00B137F4"/>
    <w:rsid w:val="00B13D85"/>
    <w:rsid w:val="00B1429A"/>
    <w:rsid w:val="00B162A5"/>
    <w:rsid w:val="00B1682F"/>
    <w:rsid w:val="00B17B33"/>
    <w:rsid w:val="00B17BC7"/>
    <w:rsid w:val="00B20A70"/>
    <w:rsid w:val="00B2107F"/>
    <w:rsid w:val="00B21249"/>
    <w:rsid w:val="00B22101"/>
    <w:rsid w:val="00B2277A"/>
    <w:rsid w:val="00B22A4E"/>
    <w:rsid w:val="00B22C22"/>
    <w:rsid w:val="00B233FD"/>
    <w:rsid w:val="00B26285"/>
    <w:rsid w:val="00B27DBE"/>
    <w:rsid w:val="00B3083F"/>
    <w:rsid w:val="00B31498"/>
    <w:rsid w:val="00B31C07"/>
    <w:rsid w:val="00B32866"/>
    <w:rsid w:val="00B337C5"/>
    <w:rsid w:val="00B33E06"/>
    <w:rsid w:val="00B35A17"/>
    <w:rsid w:val="00B366C0"/>
    <w:rsid w:val="00B37D15"/>
    <w:rsid w:val="00B41EB1"/>
    <w:rsid w:val="00B43308"/>
    <w:rsid w:val="00B43B24"/>
    <w:rsid w:val="00B43C7A"/>
    <w:rsid w:val="00B44321"/>
    <w:rsid w:val="00B4443D"/>
    <w:rsid w:val="00B45500"/>
    <w:rsid w:val="00B45E96"/>
    <w:rsid w:val="00B467E1"/>
    <w:rsid w:val="00B50D4B"/>
    <w:rsid w:val="00B519CE"/>
    <w:rsid w:val="00B52505"/>
    <w:rsid w:val="00B52A5A"/>
    <w:rsid w:val="00B5322F"/>
    <w:rsid w:val="00B540E1"/>
    <w:rsid w:val="00B54549"/>
    <w:rsid w:val="00B54A0C"/>
    <w:rsid w:val="00B54E90"/>
    <w:rsid w:val="00B5597E"/>
    <w:rsid w:val="00B56301"/>
    <w:rsid w:val="00B56590"/>
    <w:rsid w:val="00B60154"/>
    <w:rsid w:val="00B6057B"/>
    <w:rsid w:val="00B60F2E"/>
    <w:rsid w:val="00B61525"/>
    <w:rsid w:val="00B61E75"/>
    <w:rsid w:val="00B61FD5"/>
    <w:rsid w:val="00B629B4"/>
    <w:rsid w:val="00B62B2D"/>
    <w:rsid w:val="00B65C30"/>
    <w:rsid w:val="00B65C5A"/>
    <w:rsid w:val="00B66B4E"/>
    <w:rsid w:val="00B671AA"/>
    <w:rsid w:val="00B676F8"/>
    <w:rsid w:val="00B67A5E"/>
    <w:rsid w:val="00B71128"/>
    <w:rsid w:val="00B71AAD"/>
    <w:rsid w:val="00B71C41"/>
    <w:rsid w:val="00B732A0"/>
    <w:rsid w:val="00B73B82"/>
    <w:rsid w:val="00B73BA2"/>
    <w:rsid w:val="00B749BF"/>
    <w:rsid w:val="00B7530B"/>
    <w:rsid w:val="00B75AAA"/>
    <w:rsid w:val="00B75CA2"/>
    <w:rsid w:val="00B75E8E"/>
    <w:rsid w:val="00B77058"/>
    <w:rsid w:val="00B81FDE"/>
    <w:rsid w:val="00B84AE0"/>
    <w:rsid w:val="00B84C6C"/>
    <w:rsid w:val="00B87763"/>
    <w:rsid w:val="00B87954"/>
    <w:rsid w:val="00B90E5D"/>
    <w:rsid w:val="00B91F64"/>
    <w:rsid w:val="00B92308"/>
    <w:rsid w:val="00B94387"/>
    <w:rsid w:val="00B94414"/>
    <w:rsid w:val="00B944CA"/>
    <w:rsid w:val="00B94E99"/>
    <w:rsid w:val="00B963E3"/>
    <w:rsid w:val="00B97BEE"/>
    <w:rsid w:val="00B97C6F"/>
    <w:rsid w:val="00B97F5F"/>
    <w:rsid w:val="00BA0234"/>
    <w:rsid w:val="00BA0885"/>
    <w:rsid w:val="00BA098D"/>
    <w:rsid w:val="00BA381A"/>
    <w:rsid w:val="00BA3C39"/>
    <w:rsid w:val="00BA42C7"/>
    <w:rsid w:val="00BA44D5"/>
    <w:rsid w:val="00BA482A"/>
    <w:rsid w:val="00BA729F"/>
    <w:rsid w:val="00BB10F4"/>
    <w:rsid w:val="00BB13FA"/>
    <w:rsid w:val="00BB1A7D"/>
    <w:rsid w:val="00BB1FDE"/>
    <w:rsid w:val="00BB24C8"/>
    <w:rsid w:val="00BB26D8"/>
    <w:rsid w:val="00BB2BB0"/>
    <w:rsid w:val="00BB3209"/>
    <w:rsid w:val="00BB43B4"/>
    <w:rsid w:val="00BB5442"/>
    <w:rsid w:val="00BB70DD"/>
    <w:rsid w:val="00BB7321"/>
    <w:rsid w:val="00BB744A"/>
    <w:rsid w:val="00BB7CFD"/>
    <w:rsid w:val="00BB7FB4"/>
    <w:rsid w:val="00BC040B"/>
    <w:rsid w:val="00BC0758"/>
    <w:rsid w:val="00BC0FD6"/>
    <w:rsid w:val="00BC1111"/>
    <w:rsid w:val="00BC12A1"/>
    <w:rsid w:val="00BC135C"/>
    <w:rsid w:val="00BC2B27"/>
    <w:rsid w:val="00BC3F37"/>
    <w:rsid w:val="00BC41CB"/>
    <w:rsid w:val="00BC4FFA"/>
    <w:rsid w:val="00BC6063"/>
    <w:rsid w:val="00BC71DF"/>
    <w:rsid w:val="00BC73FD"/>
    <w:rsid w:val="00BC74D4"/>
    <w:rsid w:val="00BC763A"/>
    <w:rsid w:val="00BC7A82"/>
    <w:rsid w:val="00BD00CC"/>
    <w:rsid w:val="00BD1EFF"/>
    <w:rsid w:val="00BD20E2"/>
    <w:rsid w:val="00BD22AC"/>
    <w:rsid w:val="00BD410E"/>
    <w:rsid w:val="00BD43DF"/>
    <w:rsid w:val="00BD66C7"/>
    <w:rsid w:val="00BD71E9"/>
    <w:rsid w:val="00BD7C9A"/>
    <w:rsid w:val="00BE05F7"/>
    <w:rsid w:val="00BE2DCE"/>
    <w:rsid w:val="00BE47DB"/>
    <w:rsid w:val="00BE4F22"/>
    <w:rsid w:val="00BE6946"/>
    <w:rsid w:val="00BF0253"/>
    <w:rsid w:val="00BF0B3C"/>
    <w:rsid w:val="00BF0FEB"/>
    <w:rsid w:val="00BF174F"/>
    <w:rsid w:val="00BF3978"/>
    <w:rsid w:val="00BF43AA"/>
    <w:rsid w:val="00BF4D49"/>
    <w:rsid w:val="00BF6468"/>
    <w:rsid w:val="00BF688D"/>
    <w:rsid w:val="00BF7227"/>
    <w:rsid w:val="00BF7D7F"/>
    <w:rsid w:val="00C01266"/>
    <w:rsid w:val="00C02B8D"/>
    <w:rsid w:val="00C059EA"/>
    <w:rsid w:val="00C05DFB"/>
    <w:rsid w:val="00C06166"/>
    <w:rsid w:val="00C06CEC"/>
    <w:rsid w:val="00C1078A"/>
    <w:rsid w:val="00C108BD"/>
    <w:rsid w:val="00C119F3"/>
    <w:rsid w:val="00C12038"/>
    <w:rsid w:val="00C12BD1"/>
    <w:rsid w:val="00C13F22"/>
    <w:rsid w:val="00C1420D"/>
    <w:rsid w:val="00C142F8"/>
    <w:rsid w:val="00C177C5"/>
    <w:rsid w:val="00C22136"/>
    <w:rsid w:val="00C22168"/>
    <w:rsid w:val="00C23B73"/>
    <w:rsid w:val="00C2454E"/>
    <w:rsid w:val="00C24A86"/>
    <w:rsid w:val="00C254DA"/>
    <w:rsid w:val="00C27163"/>
    <w:rsid w:val="00C3012C"/>
    <w:rsid w:val="00C3014B"/>
    <w:rsid w:val="00C30BBE"/>
    <w:rsid w:val="00C31C07"/>
    <w:rsid w:val="00C31FCB"/>
    <w:rsid w:val="00C32F7E"/>
    <w:rsid w:val="00C33645"/>
    <w:rsid w:val="00C33B45"/>
    <w:rsid w:val="00C34929"/>
    <w:rsid w:val="00C34B16"/>
    <w:rsid w:val="00C360F8"/>
    <w:rsid w:val="00C36AC6"/>
    <w:rsid w:val="00C36B43"/>
    <w:rsid w:val="00C36FBD"/>
    <w:rsid w:val="00C373B8"/>
    <w:rsid w:val="00C3794A"/>
    <w:rsid w:val="00C37C8A"/>
    <w:rsid w:val="00C413A8"/>
    <w:rsid w:val="00C41450"/>
    <w:rsid w:val="00C4194C"/>
    <w:rsid w:val="00C41987"/>
    <w:rsid w:val="00C41D4A"/>
    <w:rsid w:val="00C41EA6"/>
    <w:rsid w:val="00C41F69"/>
    <w:rsid w:val="00C42192"/>
    <w:rsid w:val="00C442A2"/>
    <w:rsid w:val="00C45B12"/>
    <w:rsid w:val="00C46CAE"/>
    <w:rsid w:val="00C47E44"/>
    <w:rsid w:val="00C5096D"/>
    <w:rsid w:val="00C5104E"/>
    <w:rsid w:val="00C51229"/>
    <w:rsid w:val="00C518E3"/>
    <w:rsid w:val="00C52B20"/>
    <w:rsid w:val="00C52C4B"/>
    <w:rsid w:val="00C5326F"/>
    <w:rsid w:val="00C53568"/>
    <w:rsid w:val="00C53AC7"/>
    <w:rsid w:val="00C54B6E"/>
    <w:rsid w:val="00C54E09"/>
    <w:rsid w:val="00C560BA"/>
    <w:rsid w:val="00C56634"/>
    <w:rsid w:val="00C60217"/>
    <w:rsid w:val="00C60774"/>
    <w:rsid w:val="00C60855"/>
    <w:rsid w:val="00C6133B"/>
    <w:rsid w:val="00C62540"/>
    <w:rsid w:val="00C625FA"/>
    <w:rsid w:val="00C634EC"/>
    <w:rsid w:val="00C6446E"/>
    <w:rsid w:val="00C64D57"/>
    <w:rsid w:val="00C66B91"/>
    <w:rsid w:val="00C675F5"/>
    <w:rsid w:val="00C71708"/>
    <w:rsid w:val="00C72EC9"/>
    <w:rsid w:val="00C745CE"/>
    <w:rsid w:val="00C74E5D"/>
    <w:rsid w:val="00C7530A"/>
    <w:rsid w:val="00C75773"/>
    <w:rsid w:val="00C768A1"/>
    <w:rsid w:val="00C76CC0"/>
    <w:rsid w:val="00C77DB5"/>
    <w:rsid w:val="00C80DAD"/>
    <w:rsid w:val="00C81322"/>
    <w:rsid w:val="00C8205A"/>
    <w:rsid w:val="00C82A55"/>
    <w:rsid w:val="00C82C68"/>
    <w:rsid w:val="00C83004"/>
    <w:rsid w:val="00C839A4"/>
    <w:rsid w:val="00C845F4"/>
    <w:rsid w:val="00C84DD3"/>
    <w:rsid w:val="00C85279"/>
    <w:rsid w:val="00C85532"/>
    <w:rsid w:val="00C86546"/>
    <w:rsid w:val="00C92936"/>
    <w:rsid w:val="00C93472"/>
    <w:rsid w:val="00C93899"/>
    <w:rsid w:val="00C94CC4"/>
    <w:rsid w:val="00C95D25"/>
    <w:rsid w:val="00C9623F"/>
    <w:rsid w:val="00C9625F"/>
    <w:rsid w:val="00CA093E"/>
    <w:rsid w:val="00CA3427"/>
    <w:rsid w:val="00CA3710"/>
    <w:rsid w:val="00CA494C"/>
    <w:rsid w:val="00CA4C86"/>
    <w:rsid w:val="00CA51ED"/>
    <w:rsid w:val="00CA66D9"/>
    <w:rsid w:val="00CA7DAC"/>
    <w:rsid w:val="00CA7DE3"/>
    <w:rsid w:val="00CB06CE"/>
    <w:rsid w:val="00CB1C88"/>
    <w:rsid w:val="00CB24E0"/>
    <w:rsid w:val="00CB2AA1"/>
    <w:rsid w:val="00CB3500"/>
    <w:rsid w:val="00CB3EBA"/>
    <w:rsid w:val="00CB3EBC"/>
    <w:rsid w:val="00CB5214"/>
    <w:rsid w:val="00CB6BD6"/>
    <w:rsid w:val="00CB6F17"/>
    <w:rsid w:val="00CB6FB9"/>
    <w:rsid w:val="00CB7831"/>
    <w:rsid w:val="00CC0A3E"/>
    <w:rsid w:val="00CC110C"/>
    <w:rsid w:val="00CC13F7"/>
    <w:rsid w:val="00CC1A2B"/>
    <w:rsid w:val="00CC1E99"/>
    <w:rsid w:val="00CC3324"/>
    <w:rsid w:val="00CC3BA6"/>
    <w:rsid w:val="00CC419B"/>
    <w:rsid w:val="00CC41D6"/>
    <w:rsid w:val="00CC48EF"/>
    <w:rsid w:val="00CC5F39"/>
    <w:rsid w:val="00CC6F43"/>
    <w:rsid w:val="00CC713C"/>
    <w:rsid w:val="00CC7D44"/>
    <w:rsid w:val="00CD1F1F"/>
    <w:rsid w:val="00CD2C4A"/>
    <w:rsid w:val="00CD3592"/>
    <w:rsid w:val="00CD3640"/>
    <w:rsid w:val="00CD4462"/>
    <w:rsid w:val="00CD4D05"/>
    <w:rsid w:val="00CD583C"/>
    <w:rsid w:val="00CD70AF"/>
    <w:rsid w:val="00CD73B4"/>
    <w:rsid w:val="00CD7781"/>
    <w:rsid w:val="00CD7CE9"/>
    <w:rsid w:val="00CE06CE"/>
    <w:rsid w:val="00CE088C"/>
    <w:rsid w:val="00CE1185"/>
    <w:rsid w:val="00CE1E38"/>
    <w:rsid w:val="00CE2C4A"/>
    <w:rsid w:val="00CE2D8E"/>
    <w:rsid w:val="00CE3034"/>
    <w:rsid w:val="00CE37A0"/>
    <w:rsid w:val="00CE4A4D"/>
    <w:rsid w:val="00CE53C9"/>
    <w:rsid w:val="00CE5420"/>
    <w:rsid w:val="00CE549C"/>
    <w:rsid w:val="00CE6117"/>
    <w:rsid w:val="00CE656C"/>
    <w:rsid w:val="00CE6AD7"/>
    <w:rsid w:val="00CE6EA5"/>
    <w:rsid w:val="00CE6F98"/>
    <w:rsid w:val="00CF0ABE"/>
    <w:rsid w:val="00CF192E"/>
    <w:rsid w:val="00CF209E"/>
    <w:rsid w:val="00CF22CD"/>
    <w:rsid w:val="00CF4577"/>
    <w:rsid w:val="00CF57F7"/>
    <w:rsid w:val="00D00418"/>
    <w:rsid w:val="00D01D01"/>
    <w:rsid w:val="00D02895"/>
    <w:rsid w:val="00D02A08"/>
    <w:rsid w:val="00D03908"/>
    <w:rsid w:val="00D04E60"/>
    <w:rsid w:val="00D059B3"/>
    <w:rsid w:val="00D05DE2"/>
    <w:rsid w:val="00D06060"/>
    <w:rsid w:val="00D064EA"/>
    <w:rsid w:val="00D07398"/>
    <w:rsid w:val="00D0750C"/>
    <w:rsid w:val="00D103EE"/>
    <w:rsid w:val="00D10B83"/>
    <w:rsid w:val="00D115EC"/>
    <w:rsid w:val="00D12714"/>
    <w:rsid w:val="00D1410E"/>
    <w:rsid w:val="00D143BB"/>
    <w:rsid w:val="00D14B28"/>
    <w:rsid w:val="00D15CCF"/>
    <w:rsid w:val="00D15EB5"/>
    <w:rsid w:val="00D16023"/>
    <w:rsid w:val="00D17CDE"/>
    <w:rsid w:val="00D17FD0"/>
    <w:rsid w:val="00D21767"/>
    <w:rsid w:val="00D21A7A"/>
    <w:rsid w:val="00D22070"/>
    <w:rsid w:val="00D23853"/>
    <w:rsid w:val="00D24C31"/>
    <w:rsid w:val="00D2512B"/>
    <w:rsid w:val="00D2609F"/>
    <w:rsid w:val="00D26B76"/>
    <w:rsid w:val="00D278BA"/>
    <w:rsid w:val="00D27A94"/>
    <w:rsid w:val="00D30178"/>
    <w:rsid w:val="00D30648"/>
    <w:rsid w:val="00D31C3E"/>
    <w:rsid w:val="00D32917"/>
    <w:rsid w:val="00D3451F"/>
    <w:rsid w:val="00D3480B"/>
    <w:rsid w:val="00D34D60"/>
    <w:rsid w:val="00D37410"/>
    <w:rsid w:val="00D40F64"/>
    <w:rsid w:val="00D4158A"/>
    <w:rsid w:val="00D41C74"/>
    <w:rsid w:val="00D43389"/>
    <w:rsid w:val="00D43CB1"/>
    <w:rsid w:val="00D4401A"/>
    <w:rsid w:val="00D45015"/>
    <w:rsid w:val="00D4689A"/>
    <w:rsid w:val="00D5129A"/>
    <w:rsid w:val="00D513AC"/>
    <w:rsid w:val="00D51612"/>
    <w:rsid w:val="00D520FE"/>
    <w:rsid w:val="00D53254"/>
    <w:rsid w:val="00D53285"/>
    <w:rsid w:val="00D53888"/>
    <w:rsid w:val="00D53E7C"/>
    <w:rsid w:val="00D53F54"/>
    <w:rsid w:val="00D54016"/>
    <w:rsid w:val="00D54802"/>
    <w:rsid w:val="00D5522F"/>
    <w:rsid w:val="00D561D2"/>
    <w:rsid w:val="00D56A99"/>
    <w:rsid w:val="00D56EC4"/>
    <w:rsid w:val="00D57470"/>
    <w:rsid w:val="00D60337"/>
    <w:rsid w:val="00D6175B"/>
    <w:rsid w:val="00D61AE2"/>
    <w:rsid w:val="00D61DE4"/>
    <w:rsid w:val="00D62103"/>
    <w:rsid w:val="00D621EF"/>
    <w:rsid w:val="00D62579"/>
    <w:rsid w:val="00D62677"/>
    <w:rsid w:val="00D62C96"/>
    <w:rsid w:val="00D63694"/>
    <w:rsid w:val="00D64A7C"/>
    <w:rsid w:val="00D65F20"/>
    <w:rsid w:val="00D66037"/>
    <w:rsid w:val="00D66389"/>
    <w:rsid w:val="00D67098"/>
    <w:rsid w:val="00D70075"/>
    <w:rsid w:val="00D70F55"/>
    <w:rsid w:val="00D71361"/>
    <w:rsid w:val="00D71889"/>
    <w:rsid w:val="00D72120"/>
    <w:rsid w:val="00D722AD"/>
    <w:rsid w:val="00D735A3"/>
    <w:rsid w:val="00D73D67"/>
    <w:rsid w:val="00D74A63"/>
    <w:rsid w:val="00D752E0"/>
    <w:rsid w:val="00D75AFB"/>
    <w:rsid w:val="00D762D8"/>
    <w:rsid w:val="00D76356"/>
    <w:rsid w:val="00D76620"/>
    <w:rsid w:val="00D76C77"/>
    <w:rsid w:val="00D77E7B"/>
    <w:rsid w:val="00D8060B"/>
    <w:rsid w:val="00D806C0"/>
    <w:rsid w:val="00D80D34"/>
    <w:rsid w:val="00D80EFA"/>
    <w:rsid w:val="00D812B4"/>
    <w:rsid w:val="00D81470"/>
    <w:rsid w:val="00D84896"/>
    <w:rsid w:val="00D85603"/>
    <w:rsid w:val="00D86151"/>
    <w:rsid w:val="00D86AB0"/>
    <w:rsid w:val="00D8704E"/>
    <w:rsid w:val="00D911E6"/>
    <w:rsid w:val="00D91FA6"/>
    <w:rsid w:val="00D928E5"/>
    <w:rsid w:val="00D92BE3"/>
    <w:rsid w:val="00D92CCA"/>
    <w:rsid w:val="00D92E85"/>
    <w:rsid w:val="00D934A9"/>
    <w:rsid w:val="00D9387E"/>
    <w:rsid w:val="00D938CF"/>
    <w:rsid w:val="00D94A8B"/>
    <w:rsid w:val="00D966DE"/>
    <w:rsid w:val="00D97CF6"/>
    <w:rsid w:val="00DA03A4"/>
    <w:rsid w:val="00DA03E1"/>
    <w:rsid w:val="00DA10C0"/>
    <w:rsid w:val="00DA2193"/>
    <w:rsid w:val="00DA3044"/>
    <w:rsid w:val="00DA32B5"/>
    <w:rsid w:val="00DA3BFF"/>
    <w:rsid w:val="00DA5A0F"/>
    <w:rsid w:val="00DA6DC8"/>
    <w:rsid w:val="00DB066E"/>
    <w:rsid w:val="00DB0EF3"/>
    <w:rsid w:val="00DB1AFB"/>
    <w:rsid w:val="00DB2CF7"/>
    <w:rsid w:val="00DB368F"/>
    <w:rsid w:val="00DB4801"/>
    <w:rsid w:val="00DB48F5"/>
    <w:rsid w:val="00DB4FAA"/>
    <w:rsid w:val="00DB5013"/>
    <w:rsid w:val="00DB648D"/>
    <w:rsid w:val="00DB6795"/>
    <w:rsid w:val="00DB6C0D"/>
    <w:rsid w:val="00DC0413"/>
    <w:rsid w:val="00DC0795"/>
    <w:rsid w:val="00DC16D6"/>
    <w:rsid w:val="00DC27E7"/>
    <w:rsid w:val="00DC3EB1"/>
    <w:rsid w:val="00DC3FF5"/>
    <w:rsid w:val="00DC56F9"/>
    <w:rsid w:val="00DC61A9"/>
    <w:rsid w:val="00DC63CB"/>
    <w:rsid w:val="00DC63E9"/>
    <w:rsid w:val="00DC693B"/>
    <w:rsid w:val="00DC7881"/>
    <w:rsid w:val="00DC7E4B"/>
    <w:rsid w:val="00DC7FA2"/>
    <w:rsid w:val="00DD0304"/>
    <w:rsid w:val="00DD057D"/>
    <w:rsid w:val="00DD0BB0"/>
    <w:rsid w:val="00DD1486"/>
    <w:rsid w:val="00DD1BAB"/>
    <w:rsid w:val="00DD2259"/>
    <w:rsid w:val="00DD2BFE"/>
    <w:rsid w:val="00DD3655"/>
    <w:rsid w:val="00DD43D9"/>
    <w:rsid w:val="00DD4B6F"/>
    <w:rsid w:val="00DD58EB"/>
    <w:rsid w:val="00DD647B"/>
    <w:rsid w:val="00DD6F49"/>
    <w:rsid w:val="00DE022D"/>
    <w:rsid w:val="00DE0533"/>
    <w:rsid w:val="00DE0583"/>
    <w:rsid w:val="00DE05CB"/>
    <w:rsid w:val="00DE07E1"/>
    <w:rsid w:val="00DE2250"/>
    <w:rsid w:val="00DE34A5"/>
    <w:rsid w:val="00DE38CD"/>
    <w:rsid w:val="00DE3E43"/>
    <w:rsid w:val="00DE4966"/>
    <w:rsid w:val="00DE5F3B"/>
    <w:rsid w:val="00DE6D64"/>
    <w:rsid w:val="00DE70A6"/>
    <w:rsid w:val="00DE789F"/>
    <w:rsid w:val="00DF0E8A"/>
    <w:rsid w:val="00DF0F60"/>
    <w:rsid w:val="00DF1488"/>
    <w:rsid w:val="00DF18D7"/>
    <w:rsid w:val="00DF2BE1"/>
    <w:rsid w:val="00DF2FF8"/>
    <w:rsid w:val="00DF3017"/>
    <w:rsid w:val="00DF3A88"/>
    <w:rsid w:val="00DF5499"/>
    <w:rsid w:val="00DF553E"/>
    <w:rsid w:val="00DF5E0C"/>
    <w:rsid w:val="00DF65BF"/>
    <w:rsid w:val="00DF69BA"/>
    <w:rsid w:val="00DF74B1"/>
    <w:rsid w:val="00DF754D"/>
    <w:rsid w:val="00DF79C7"/>
    <w:rsid w:val="00E00D87"/>
    <w:rsid w:val="00E02B2B"/>
    <w:rsid w:val="00E02BCE"/>
    <w:rsid w:val="00E02C8F"/>
    <w:rsid w:val="00E032D7"/>
    <w:rsid w:val="00E04450"/>
    <w:rsid w:val="00E071CC"/>
    <w:rsid w:val="00E076C3"/>
    <w:rsid w:val="00E10931"/>
    <w:rsid w:val="00E10A9F"/>
    <w:rsid w:val="00E110B5"/>
    <w:rsid w:val="00E11579"/>
    <w:rsid w:val="00E1226E"/>
    <w:rsid w:val="00E12560"/>
    <w:rsid w:val="00E12F2B"/>
    <w:rsid w:val="00E13631"/>
    <w:rsid w:val="00E13C80"/>
    <w:rsid w:val="00E13E3A"/>
    <w:rsid w:val="00E13F30"/>
    <w:rsid w:val="00E144D2"/>
    <w:rsid w:val="00E1593B"/>
    <w:rsid w:val="00E1641F"/>
    <w:rsid w:val="00E17329"/>
    <w:rsid w:val="00E17389"/>
    <w:rsid w:val="00E17A50"/>
    <w:rsid w:val="00E202AF"/>
    <w:rsid w:val="00E20E6D"/>
    <w:rsid w:val="00E21174"/>
    <w:rsid w:val="00E21D3B"/>
    <w:rsid w:val="00E223F8"/>
    <w:rsid w:val="00E22C57"/>
    <w:rsid w:val="00E2343B"/>
    <w:rsid w:val="00E24520"/>
    <w:rsid w:val="00E24F9C"/>
    <w:rsid w:val="00E25EE2"/>
    <w:rsid w:val="00E27A7A"/>
    <w:rsid w:val="00E3045F"/>
    <w:rsid w:val="00E30780"/>
    <w:rsid w:val="00E326E9"/>
    <w:rsid w:val="00E327A9"/>
    <w:rsid w:val="00E32CFB"/>
    <w:rsid w:val="00E33CB5"/>
    <w:rsid w:val="00E34886"/>
    <w:rsid w:val="00E34CE5"/>
    <w:rsid w:val="00E34DE4"/>
    <w:rsid w:val="00E3555F"/>
    <w:rsid w:val="00E35898"/>
    <w:rsid w:val="00E35A2A"/>
    <w:rsid w:val="00E362B9"/>
    <w:rsid w:val="00E372B5"/>
    <w:rsid w:val="00E37591"/>
    <w:rsid w:val="00E37BC3"/>
    <w:rsid w:val="00E4058D"/>
    <w:rsid w:val="00E40B06"/>
    <w:rsid w:val="00E41B36"/>
    <w:rsid w:val="00E4337D"/>
    <w:rsid w:val="00E4367D"/>
    <w:rsid w:val="00E43A37"/>
    <w:rsid w:val="00E43FA9"/>
    <w:rsid w:val="00E4424F"/>
    <w:rsid w:val="00E44874"/>
    <w:rsid w:val="00E45C9A"/>
    <w:rsid w:val="00E46CEE"/>
    <w:rsid w:val="00E47F1B"/>
    <w:rsid w:val="00E505D1"/>
    <w:rsid w:val="00E50F0F"/>
    <w:rsid w:val="00E51062"/>
    <w:rsid w:val="00E5297E"/>
    <w:rsid w:val="00E52ACF"/>
    <w:rsid w:val="00E534E7"/>
    <w:rsid w:val="00E53AD7"/>
    <w:rsid w:val="00E53FBE"/>
    <w:rsid w:val="00E55041"/>
    <w:rsid w:val="00E55A30"/>
    <w:rsid w:val="00E60699"/>
    <w:rsid w:val="00E608DE"/>
    <w:rsid w:val="00E61822"/>
    <w:rsid w:val="00E61FA0"/>
    <w:rsid w:val="00E62237"/>
    <w:rsid w:val="00E6261F"/>
    <w:rsid w:val="00E64C3A"/>
    <w:rsid w:val="00E650F1"/>
    <w:rsid w:val="00E66E8F"/>
    <w:rsid w:val="00E67307"/>
    <w:rsid w:val="00E67D10"/>
    <w:rsid w:val="00E70063"/>
    <w:rsid w:val="00E704E0"/>
    <w:rsid w:val="00E70925"/>
    <w:rsid w:val="00E709E6"/>
    <w:rsid w:val="00E70F9D"/>
    <w:rsid w:val="00E72E5C"/>
    <w:rsid w:val="00E73241"/>
    <w:rsid w:val="00E73450"/>
    <w:rsid w:val="00E7479B"/>
    <w:rsid w:val="00E755F7"/>
    <w:rsid w:val="00E772D4"/>
    <w:rsid w:val="00E77CF6"/>
    <w:rsid w:val="00E8183F"/>
    <w:rsid w:val="00E8206B"/>
    <w:rsid w:val="00E824D8"/>
    <w:rsid w:val="00E825F0"/>
    <w:rsid w:val="00E8303E"/>
    <w:rsid w:val="00E83D75"/>
    <w:rsid w:val="00E853D1"/>
    <w:rsid w:val="00E85763"/>
    <w:rsid w:val="00E85870"/>
    <w:rsid w:val="00E866FB"/>
    <w:rsid w:val="00E87260"/>
    <w:rsid w:val="00E900E3"/>
    <w:rsid w:val="00E90B92"/>
    <w:rsid w:val="00E90C53"/>
    <w:rsid w:val="00E930B4"/>
    <w:rsid w:val="00E93B08"/>
    <w:rsid w:val="00E93BE6"/>
    <w:rsid w:val="00E942D5"/>
    <w:rsid w:val="00E944E7"/>
    <w:rsid w:val="00E94C20"/>
    <w:rsid w:val="00E94FAC"/>
    <w:rsid w:val="00E958B2"/>
    <w:rsid w:val="00E96403"/>
    <w:rsid w:val="00E96FA1"/>
    <w:rsid w:val="00E97B4A"/>
    <w:rsid w:val="00EA046F"/>
    <w:rsid w:val="00EA05C7"/>
    <w:rsid w:val="00EA233F"/>
    <w:rsid w:val="00EA23B4"/>
    <w:rsid w:val="00EA264F"/>
    <w:rsid w:val="00EA50E7"/>
    <w:rsid w:val="00EA5ED4"/>
    <w:rsid w:val="00EA693F"/>
    <w:rsid w:val="00EB0293"/>
    <w:rsid w:val="00EB0527"/>
    <w:rsid w:val="00EB10ED"/>
    <w:rsid w:val="00EB16E2"/>
    <w:rsid w:val="00EB22EA"/>
    <w:rsid w:val="00EB23B5"/>
    <w:rsid w:val="00EB381F"/>
    <w:rsid w:val="00EB5489"/>
    <w:rsid w:val="00EB558E"/>
    <w:rsid w:val="00EB56B2"/>
    <w:rsid w:val="00EB5EDB"/>
    <w:rsid w:val="00EB65EF"/>
    <w:rsid w:val="00EB6A08"/>
    <w:rsid w:val="00EB6AD7"/>
    <w:rsid w:val="00EB78F0"/>
    <w:rsid w:val="00EB7B5F"/>
    <w:rsid w:val="00EC0442"/>
    <w:rsid w:val="00EC0831"/>
    <w:rsid w:val="00EC114D"/>
    <w:rsid w:val="00EC13D7"/>
    <w:rsid w:val="00EC229A"/>
    <w:rsid w:val="00EC260C"/>
    <w:rsid w:val="00EC52E8"/>
    <w:rsid w:val="00EC7E64"/>
    <w:rsid w:val="00ED14C9"/>
    <w:rsid w:val="00ED14DF"/>
    <w:rsid w:val="00ED1C6F"/>
    <w:rsid w:val="00ED3869"/>
    <w:rsid w:val="00ED4333"/>
    <w:rsid w:val="00ED4945"/>
    <w:rsid w:val="00ED4977"/>
    <w:rsid w:val="00ED4987"/>
    <w:rsid w:val="00ED4D1F"/>
    <w:rsid w:val="00ED4D8D"/>
    <w:rsid w:val="00ED598C"/>
    <w:rsid w:val="00ED6501"/>
    <w:rsid w:val="00ED65CD"/>
    <w:rsid w:val="00ED78B3"/>
    <w:rsid w:val="00ED7A2E"/>
    <w:rsid w:val="00EE0D90"/>
    <w:rsid w:val="00EE1ACE"/>
    <w:rsid w:val="00EE1CE3"/>
    <w:rsid w:val="00EE25E0"/>
    <w:rsid w:val="00EE343B"/>
    <w:rsid w:val="00EE37D8"/>
    <w:rsid w:val="00EE4A76"/>
    <w:rsid w:val="00EE596A"/>
    <w:rsid w:val="00EE6D0A"/>
    <w:rsid w:val="00EE7763"/>
    <w:rsid w:val="00EE78E3"/>
    <w:rsid w:val="00EF010F"/>
    <w:rsid w:val="00EF0261"/>
    <w:rsid w:val="00EF099E"/>
    <w:rsid w:val="00EF149A"/>
    <w:rsid w:val="00EF1AC5"/>
    <w:rsid w:val="00EF24C6"/>
    <w:rsid w:val="00EF3973"/>
    <w:rsid w:val="00EF3C4E"/>
    <w:rsid w:val="00EF4BD4"/>
    <w:rsid w:val="00EF58AC"/>
    <w:rsid w:val="00EF61A6"/>
    <w:rsid w:val="00EF6276"/>
    <w:rsid w:val="00EF7357"/>
    <w:rsid w:val="00F0000A"/>
    <w:rsid w:val="00F00784"/>
    <w:rsid w:val="00F02B95"/>
    <w:rsid w:val="00F0356D"/>
    <w:rsid w:val="00F04E1C"/>
    <w:rsid w:val="00F06C1E"/>
    <w:rsid w:val="00F07489"/>
    <w:rsid w:val="00F0771D"/>
    <w:rsid w:val="00F11768"/>
    <w:rsid w:val="00F13D7E"/>
    <w:rsid w:val="00F14C17"/>
    <w:rsid w:val="00F14E10"/>
    <w:rsid w:val="00F151FE"/>
    <w:rsid w:val="00F154B0"/>
    <w:rsid w:val="00F16675"/>
    <w:rsid w:val="00F16CAE"/>
    <w:rsid w:val="00F1756D"/>
    <w:rsid w:val="00F17AA7"/>
    <w:rsid w:val="00F20346"/>
    <w:rsid w:val="00F209BE"/>
    <w:rsid w:val="00F20BA3"/>
    <w:rsid w:val="00F20D0F"/>
    <w:rsid w:val="00F21458"/>
    <w:rsid w:val="00F21916"/>
    <w:rsid w:val="00F2270C"/>
    <w:rsid w:val="00F228DE"/>
    <w:rsid w:val="00F23F59"/>
    <w:rsid w:val="00F24D3E"/>
    <w:rsid w:val="00F26086"/>
    <w:rsid w:val="00F2663C"/>
    <w:rsid w:val="00F306F7"/>
    <w:rsid w:val="00F308F9"/>
    <w:rsid w:val="00F30A44"/>
    <w:rsid w:val="00F31C27"/>
    <w:rsid w:val="00F3221F"/>
    <w:rsid w:val="00F324BD"/>
    <w:rsid w:val="00F329E3"/>
    <w:rsid w:val="00F331C3"/>
    <w:rsid w:val="00F3392B"/>
    <w:rsid w:val="00F33B21"/>
    <w:rsid w:val="00F33F2E"/>
    <w:rsid w:val="00F340D0"/>
    <w:rsid w:val="00F34A7D"/>
    <w:rsid w:val="00F34AC2"/>
    <w:rsid w:val="00F36340"/>
    <w:rsid w:val="00F37CEA"/>
    <w:rsid w:val="00F37E19"/>
    <w:rsid w:val="00F41A32"/>
    <w:rsid w:val="00F41E45"/>
    <w:rsid w:val="00F41EF7"/>
    <w:rsid w:val="00F44819"/>
    <w:rsid w:val="00F44CBF"/>
    <w:rsid w:val="00F46B83"/>
    <w:rsid w:val="00F50061"/>
    <w:rsid w:val="00F51140"/>
    <w:rsid w:val="00F51184"/>
    <w:rsid w:val="00F51350"/>
    <w:rsid w:val="00F51A65"/>
    <w:rsid w:val="00F537C2"/>
    <w:rsid w:val="00F54B46"/>
    <w:rsid w:val="00F554F3"/>
    <w:rsid w:val="00F562D4"/>
    <w:rsid w:val="00F56EFA"/>
    <w:rsid w:val="00F572AB"/>
    <w:rsid w:val="00F576DD"/>
    <w:rsid w:val="00F61416"/>
    <w:rsid w:val="00F6195A"/>
    <w:rsid w:val="00F61A44"/>
    <w:rsid w:val="00F626A6"/>
    <w:rsid w:val="00F62CD3"/>
    <w:rsid w:val="00F63202"/>
    <w:rsid w:val="00F64221"/>
    <w:rsid w:val="00F6579D"/>
    <w:rsid w:val="00F669CB"/>
    <w:rsid w:val="00F66BD4"/>
    <w:rsid w:val="00F67628"/>
    <w:rsid w:val="00F6766A"/>
    <w:rsid w:val="00F71AB8"/>
    <w:rsid w:val="00F71C57"/>
    <w:rsid w:val="00F72076"/>
    <w:rsid w:val="00F72117"/>
    <w:rsid w:val="00F730AE"/>
    <w:rsid w:val="00F73860"/>
    <w:rsid w:val="00F73D2B"/>
    <w:rsid w:val="00F748DB"/>
    <w:rsid w:val="00F7497D"/>
    <w:rsid w:val="00F74C03"/>
    <w:rsid w:val="00F75344"/>
    <w:rsid w:val="00F761C0"/>
    <w:rsid w:val="00F7646F"/>
    <w:rsid w:val="00F773FB"/>
    <w:rsid w:val="00F81472"/>
    <w:rsid w:val="00F82ACE"/>
    <w:rsid w:val="00F830C4"/>
    <w:rsid w:val="00F84019"/>
    <w:rsid w:val="00F85F74"/>
    <w:rsid w:val="00F86420"/>
    <w:rsid w:val="00F866A0"/>
    <w:rsid w:val="00F8749D"/>
    <w:rsid w:val="00F876AD"/>
    <w:rsid w:val="00F90465"/>
    <w:rsid w:val="00F90873"/>
    <w:rsid w:val="00F90D94"/>
    <w:rsid w:val="00F90E66"/>
    <w:rsid w:val="00F91086"/>
    <w:rsid w:val="00F9155E"/>
    <w:rsid w:val="00F91827"/>
    <w:rsid w:val="00F9187E"/>
    <w:rsid w:val="00F91972"/>
    <w:rsid w:val="00F92B82"/>
    <w:rsid w:val="00F93377"/>
    <w:rsid w:val="00F93666"/>
    <w:rsid w:val="00F94372"/>
    <w:rsid w:val="00F947EE"/>
    <w:rsid w:val="00F9487E"/>
    <w:rsid w:val="00F95257"/>
    <w:rsid w:val="00F954A5"/>
    <w:rsid w:val="00F95DDC"/>
    <w:rsid w:val="00F960A3"/>
    <w:rsid w:val="00F96904"/>
    <w:rsid w:val="00F97338"/>
    <w:rsid w:val="00F97390"/>
    <w:rsid w:val="00FA00FD"/>
    <w:rsid w:val="00FA03C0"/>
    <w:rsid w:val="00FA0AB6"/>
    <w:rsid w:val="00FA1C51"/>
    <w:rsid w:val="00FA2A8D"/>
    <w:rsid w:val="00FA2E88"/>
    <w:rsid w:val="00FA3BD4"/>
    <w:rsid w:val="00FA5F5A"/>
    <w:rsid w:val="00FA5FC9"/>
    <w:rsid w:val="00FA6297"/>
    <w:rsid w:val="00FA6DEA"/>
    <w:rsid w:val="00FA7674"/>
    <w:rsid w:val="00FB0FCF"/>
    <w:rsid w:val="00FB1708"/>
    <w:rsid w:val="00FB214E"/>
    <w:rsid w:val="00FB247E"/>
    <w:rsid w:val="00FB2A02"/>
    <w:rsid w:val="00FB397F"/>
    <w:rsid w:val="00FB568F"/>
    <w:rsid w:val="00FB6342"/>
    <w:rsid w:val="00FB70AF"/>
    <w:rsid w:val="00FB7EE5"/>
    <w:rsid w:val="00FC16F0"/>
    <w:rsid w:val="00FC18E6"/>
    <w:rsid w:val="00FC2D3D"/>
    <w:rsid w:val="00FC30F9"/>
    <w:rsid w:val="00FC3485"/>
    <w:rsid w:val="00FC3F32"/>
    <w:rsid w:val="00FC4118"/>
    <w:rsid w:val="00FC51C4"/>
    <w:rsid w:val="00FC56B7"/>
    <w:rsid w:val="00FC742F"/>
    <w:rsid w:val="00FD1410"/>
    <w:rsid w:val="00FD23AA"/>
    <w:rsid w:val="00FD2483"/>
    <w:rsid w:val="00FD2DA0"/>
    <w:rsid w:val="00FD307A"/>
    <w:rsid w:val="00FD31DC"/>
    <w:rsid w:val="00FD32CD"/>
    <w:rsid w:val="00FD330F"/>
    <w:rsid w:val="00FD354C"/>
    <w:rsid w:val="00FD3CF8"/>
    <w:rsid w:val="00FD4625"/>
    <w:rsid w:val="00FD46A5"/>
    <w:rsid w:val="00FD534C"/>
    <w:rsid w:val="00FD5D32"/>
    <w:rsid w:val="00FD6C24"/>
    <w:rsid w:val="00FD758E"/>
    <w:rsid w:val="00FD7C59"/>
    <w:rsid w:val="00FE1244"/>
    <w:rsid w:val="00FE26FB"/>
    <w:rsid w:val="00FE43E4"/>
    <w:rsid w:val="00FE4B33"/>
    <w:rsid w:val="00FE7AA5"/>
    <w:rsid w:val="00FF021A"/>
    <w:rsid w:val="00FF09EB"/>
    <w:rsid w:val="00FF1320"/>
    <w:rsid w:val="00FF3CC7"/>
    <w:rsid w:val="00FF4019"/>
    <w:rsid w:val="00FF438A"/>
    <w:rsid w:val="00FF4463"/>
    <w:rsid w:val="00FF4484"/>
    <w:rsid w:val="00FF46EB"/>
    <w:rsid w:val="00FF4DC3"/>
    <w:rsid w:val="00FF50A9"/>
    <w:rsid w:val="00FF641D"/>
    <w:rsid w:val="00FF6803"/>
    <w:rsid w:val="00FF7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E3C8D"/>
  <w15:docId w15:val="{7B263DE2-CBB9-4BDD-8B47-34BBB8B1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3567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F73D2B"/>
    <w:pPr>
      <w:spacing w:line="288" w:lineRule="atLeast"/>
      <w:outlineLvl w:val="0"/>
    </w:pPr>
    <w:rPr>
      <w:b/>
      <w:bCs/>
      <w:kern w:val="36"/>
      <w:sz w:val="67"/>
      <w:szCs w:val="67"/>
    </w:rPr>
  </w:style>
  <w:style w:type="paragraph" w:styleId="Nagwek3">
    <w:name w:val="heading 3"/>
    <w:basedOn w:val="Normalny"/>
    <w:next w:val="Normalny"/>
    <w:link w:val="Nagwek3Znak"/>
    <w:unhideWhenUsed/>
    <w:qFormat/>
    <w:rsid w:val="00F864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A5096"/>
    <w:pPr>
      <w:spacing w:line="320" w:lineRule="exact"/>
    </w:pPr>
    <w:rPr>
      <w:rFonts w:ascii="Arial" w:hAnsi="Arial" w:cs="Arial"/>
      <w:sz w:val="20"/>
    </w:rPr>
  </w:style>
  <w:style w:type="character" w:styleId="Hipercze">
    <w:name w:val="Hyperlink"/>
    <w:basedOn w:val="Domylnaczcionkaakapitu"/>
    <w:uiPriority w:val="99"/>
    <w:qFormat/>
    <w:rsid w:val="009B30E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27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72F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272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2FC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D516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161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CW_Lista,Numerowanie,Obiekt,List Paragraph1,List Paragraph,Preambuła,BulletC,Akapit z listą4,Akapit z listą2,Akapit z listą3,Akapit z listą31,Akapit z listą21,Punktowanie,Wypunktowanie,Data wydania,L1,2 heading,A_wyliczenie"/>
    <w:basedOn w:val="Normalny"/>
    <w:link w:val="AkapitzlistZnak"/>
    <w:uiPriority w:val="34"/>
    <w:qFormat/>
    <w:rsid w:val="00176DF4"/>
    <w:pPr>
      <w:ind w:left="720"/>
      <w:contextualSpacing/>
    </w:pPr>
  </w:style>
  <w:style w:type="paragraph" w:customStyle="1" w:styleId="Default">
    <w:name w:val="Default"/>
    <w:rsid w:val="00BB7C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Bezodstpw">
    <w:name w:val="No Spacing"/>
    <w:uiPriority w:val="1"/>
    <w:qFormat/>
    <w:rsid w:val="002921C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334E93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AE5F3E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styleId="Tekstpodstawowy2">
    <w:name w:val="Body Text 2"/>
    <w:basedOn w:val="Normalny"/>
    <w:link w:val="Tekstpodstawowy2Znak"/>
    <w:semiHidden/>
    <w:unhideWhenUsed/>
    <w:rsid w:val="000248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2486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6323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3D2"/>
  </w:style>
  <w:style w:type="character" w:styleId="Odwoanieprzypisukocowego">
    <w:name w:val="endnote reference"/>
    <w:basedOn w:val="Domylnaczcionkaakapitu"/>
    <w:semiHidden/>
    <w:unhideWhenUsed/>
    <w:rsid w:val="006323D2"/>
    <w:rPr>
      <w:vertAlign w:val="superscript"/>
    </w:rPr>
  </w:style>
  <w:style w:type="character" w:customStyle="1" w:styleId="left">
    <w:name w:val="left"/>
    <w:basedOn w:val="Domylnaczcionkaakapitu"/>
    <w:rsid w:val="00E534E7"/>
  </w:style>
  <w:style w:type="character" w:styleId="Pogrubienie">
    <w:name w:val="Strong"/>
    <w:basedOn w:val="Domylnaczcionkaakapitu"/>
    <w:uiPriority w:val="22"/>
    <w:qFormat/>
    <w:rsid w:val="00B629B4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752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752B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1939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E7A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CW_Lista Znak,Numerowanie Znak,Obiekt Znak,List Paragraph1 Znak,List Paragraph Znak,Preambuła Znak,BulletC Znak,Akapit z listą4 Znak,Akapit z listą2 Znak,Akapit z listą3 Znak,Akapit z listą31 Znak,Punktowanie Znak"/>
    <w:basedOn w:val="Domylnaczcionkaakapitu"/>
    <w:link w:val="Akapitzlist"/>
    <w:uiPriority w:val="34"/>
    <w:locked/>
    <w:rsid w:val="00F73D2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73D2B"/>
    <w:rPr>
      <w:b/>
      <w:bCs/>
      <w:kern w:val="36"/>
      <w:sz w:val="67"/>
      <w:szCs w:val="67"/>
    </w:rPr>
  </w:style>
  <w:style w:type="paragraph" w:styleId="Tekstprzypisudolnego">
    <w:name w:val="footnote text"/>
    <w:basedOn w:val="Normalny"/>
    <w:link w:val="TekstprzypisudolnegoZnak"/>
    <w:rsid w:val="00F73D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D2B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53E79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3E79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14E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F669CB"/>
    <w:rPr>
      <w:i/>
      <w:iCs/>
    </w:rPr>
  </w:style>
  <w:style w:type="character" w:customStyle="1" w:styleId="ilfuvd">
    <w:name w:val="ilfuvd"/>
    <w:basedOn w:val="Domylnaczcionkaakapitu"/>
    <w:rsid w:val="00B5322F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F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FE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5F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5FED"/>
    <w:rPr>
      <w:b/>
      <w:bCs/>
    </w:rPr>
  </w:style>
  <w:style w:type="paragraph" w:styleId="Lista2">
    <w:name w:val="List 2"/>
    <w:basedOn w:val="Normalny"/>
    <w:uiPriority w:val="99"/>
    <w:unhideWhenUsed/>
    <w:rsid w:val="003803B0"/>
    <w:pPr>
      <w:ind w:left="566" w:hanging="283"/>
      <w:contextualSpacing/>
    </w:pPr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F8642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A78"/>
    <w:rPr>
      <w:rFonts w:ascii="Arial" w:hAnsi="Arial" w:cs="Arial"/>
      <w:szCs w:val="24"/>
    </w:rPr>
  </w:style>
  <w:style w:type="character" w:customStyle="1" w:styleId="Teksttreci7">
    <w:name w:val="Tekst treści (7)"/>
    <w:basedOn w:val="Domylnaczcionkaakapitu"/>
    <w:rsid w:val="00423490"/>
    <w:rPr>
      <w:rFonts w:ascii="Arial" w:hAnsi="Arial" w:cs="Arial" w:hint="default"/>
      <w:b/>
      <w:bCs/>
      <w:i w:val="0"/>
      <w:iCs w:val="0"/>
      <w:smallCaps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rek_a\USTAWI~1\Temp\notesA95B05\~05061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7B60-4EAE-4A43-A033-7A39FD33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~0506118</Template>
  <TotalTime>0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Solaris_List_02</vt:lpstr>
    </vt:vector>
  </TitlesOfParts>
  <Company>Microsoft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Solaris_List_02</dc:title>
  <dc:creator>strek_a</dc:creator>
  <cp:lastModifiedBy>Michał Szczodry</cp:lastModifiedBy>
  <cp:revision>2</cp:revision>
  <cp:lastPrinted>2025-01-08T06:56:00Z</cp:lastPrinted>
  <dcterms:created xsi:type="dcterms:W3CDTF">2025-03-17T13:08:00Z</dcterms:created>
  <dcterms:modified xsi:type="dcterms:W3CDTF">2025-03-17T13:08:00Z</dcterms:modified>
</cp:coreProperties>
</file>